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52F" w:rsidRDefault="00B0252F">
      <w:pPr>
        <w:jc w:val="center"/>
        <w:outlineLvl w:val="0"/>
        <w:rPr>
          <w:rFonts w:ascii="Times New Roman" w:hAnsi="宋体" w:cs="宋体"/>
          <w:sz w:val="44"/>
        </w:rPr>
      </w:pPr>
      <w:r>
        <w:rPr>
          <w:rFonts w:ascii="宋体" w:hAnsi="宋体" w:cs="宋体" w:hint="eastAsia"/>
          <w:sz w:val="44"/>
        </w:rPr>
        <w:t>八十七、廊坊燕京职业技术学院收支预算</w:t>
      </w:r>
      <w:bookmarkStart w:id="0" w:name="_Toc20191"/>
      <w:bookmarkStart w:id="1" w:name="_Toc4919"/>
      <w:r>
        <w:rPr>
          <w:rFonts w:ascii="宋体" w:hAnsi="宋体" w:cs="宋体"/>
          <w:sz w:val="44"/>
        </w:rPr>
        <w:fldChar w:fldCharType="begin"/>
      </w:r>
      <w:r>
        <w:rPr>
          <w:rFonts w:ascii="?????_GBK" w:hAnsi="?????_GBK" w:cs="?????_GBK"/>
          <w:sz w:val="44"/>
        </w:rPr>
        <w:instrText>tc "</w:instrText>
      </w:r>
      <w:r>
        <w:rPr>
          <w:rFonts w:ascii="宋体" w:hAnsi="宋体" w:cs="宋体" w:hint="eastAsia"/>
          <w:sz w:val="44"/>
        </w:rPr>
        <w:instrText>八十七、廊坊燕京职业技术学院收支预算</w:instrText>
      </w:r>
      <w:r>
        <w:rPr>
          <w:rFonts w:ascii="?????_GBK" w:hAnsi="?????_GBK" w:cs="?????_GBK"/>
          <w:sz w:val="44"/>
        </w:rPr>
        <w:instrText>" \f C \l 01</w:instrText>
      </w:r>
      <w:r>
        <w:rPr>
          <w:rFonts w:ascii="宋体" w:hAnsi="宋体" w:cs="宋体"/>
          <w:sz w:val="44"/>
        </w:rPr>
        <w:fldChar w:fldCharType="end"/>
      </w:r>
      <w:bookmarkEnd w:id="0"/>
      <w:bookmarkEnd w:id="1"/>
    </w:p>
    <w:p w:rsidR="00B0252F" w:rsidRDefault="00B0252F">
      <w:pPr>
        <w:jc w:val="center"/>
        <w:rPr>
          <w:rFonts w:ascii="Times New Roman" w:hAnsi="宋体" w:cs="宋体"/>
          <w:sz w:val="32"/>
        </w:rPr>
      </w:pPr>
    </w:p>
    <w:p w:rsidR="00B0252F" w:rsidRDefault="00B0252F">
      <w:pPr>
        <w:jc w:val="center"/>
        <w:outlineLvl w:val="1"/>
        <w:rPr>
          <w:rFonts w:ascii="Times New Roman" w:hAnsi="宋体" w:cs="宋体"/>
          <w:sz w:val="32"/>
        </w:rPr>
      </w:pPr>
      <w:r>
        <w:rPr>
          <w:rFonts w:ascii="宋体" w:hAnsi="宋体" w:cs="宋体" w:hint="eastAsia"/>
          <w:sz w:val="32"/>
        </w:rPr>
        <w:t>收支预算总表</w:t>
      </w:r>
    </w:p>
    <w:tbl>
      <w:tblPr>
        <w:tblW w:w="889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902"/>
        <w:gridCol w:w="5114"/>
        <w:gridCol w:w="2875"/>
      </w:tblGrid>
      <w:tr w:rsidR="00B0252F" w:rsidTr="0045298F">
        <w:trPr>
          <w:trHeight w:val="397"/>
          <w:tblHeader/>
          <w:jc w:val="center"/>
        </w:trPr>
        <w:tc>
          <w:tcPr>
            <w:tcW w:w="6016" w:type="dxa"/>
            <w:gridSpan w:val="2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?_GBK" w:hAnsi="?????_GBK" w:cs="?????_GBK"/>
                <w:sz w:val="24"/>
              </w:rPr>
            </w:pPr>
            <w:r w:rsidRPr="0045298F">
              <w:rPr>
                <w:rFonts w:ascii="?????_GBK" w:hAnsi="?????_GBK" w:cs="?????_GBK"/>
                <w:sz w:val="24"/>
              </w:rPr>
              <w:t>360097</w:t>
            </w:r>
            <w:r w:rsidRPr="0045298F">
              <w:rPr>
                <w:rFonts w:ascii="宋体" w:hAnsi="宋体" w:cs="宋体" w:hint="eastAsia"/>
                <w:sz w:val="24"/>
              </w:rPr>
              <w:t>廊坊燕京职业技术学院</w:t>
            </w:r>
          </w:p>
        </w:tc>
        <w:tc>
          <w:tcPr>
            <w:tcW w:w="2875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  <w:sz w:val="24"/>
              </w:rPr>
            </w:pPr>
            <w:r w:rsidRPr="0045298F">
              <w:rPr>
                <w:rFonts w:ascii="宋体" w:hAnsi="宋体" w:cs="宋体" w:hint="eastAsia"/>
                <w:sz w:val="24"/>
              </w:rPr>
              <w:t>单位：万元</w:t>
            </w:r>
          </w:p>
        </w:tc>
      </w:tr>
      <w:tr w:rsidR="00B0252F" w:rsidTr="0045298F">
        <w:trPr>
          <w:trHeight w:val="397"/>
          <w:tblHeader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项</w:t>
            </w:r>
            <w:r w:rsidRPr="0045298F">
              <w:rPr>
                <w:rFonts w:ascii="????_GBK" w:hAnsi="????_GBK" w:cs="????_GBK"/>
                <w:b/>
              </w:rPr>
              <w:t xml:space="preserve">  </w:t>
            </w:r>
            <w:r w:rsidRPr="0045298F">
              <w:rPr>
                <w:rFonts w:ascii="宋体" w:hAnsi="宋体" w:cs="宋体" w:hint="eastAsia"/>
                <w:b/>
              </w:rPr>
              <w:t>目代</w:t>
            </w:r>
            <w:r w:rsidRPr="0045298F">
              <w:rPr>
                <w:rFonts w:ascii="????_GBK" w:hAnsi="????_GBK" w:cs="????_GBK"/>
                <w:b/>
              </w:rPr>
              <w:t xml:space="preserve">  </w:t>
            </w:r>
            <w:r w:rsidRPr="0045298F">
              <w:rPr>
                <w:rFonts w:ascii="宋体" w:hAnsi="宋体" w:cs="宋体" w:hint="eastAsia"/>
                <w:b/>
              </w:rPr>
              <w:t>码</w:t>
            </w: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预算收支项目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预算金额</w:t>
            </w: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预算收入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  <w:r w:rsidRPr="0045298F">
              <w:rPr>
                <w:rFonts w:ascii="????_GBK" w:hAnsi="????_GBK" w:cs="????_GBK"/>
                <w:b/>
              </w:rPr>
              <w:t>8302.00</w:t>
            </w: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</w:t>
            </w: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一般公共预算拨款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8302.00</w:t>
            </w: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其中：财政拨款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7851.17</w:t>
            </w: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 xml:space="preserve">　　　行政事业性收费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 xml:space="preserve">　　　专项收入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 xml:space="preserve">　　　国有资产有偿使用收入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 xml:space="preserve">　　　政府住房基金收入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 xml:space="preserve">　　　上级财政提前通知转移支付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450.83</w:t>
            </w: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 xml:space="preserve">　　　地方政府一般债务收入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 xml:space="preserve">　　　其他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</w:t>
            </w: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基金预算拨款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</w:t>
            </w: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国有资本经营预算拨款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4</w:t>
            </w: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财政专户核拨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</w:t>
            </w: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其他来源收入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其中：事业收入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 xml:space="preserve">　　　事业单位上级补助收入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 xml:space="preserve">　　　附属单位上缴收入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 xml:space="preserve">　　　经营收入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 xml:space="preserve">　　　其他收入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预算支出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  <w:r w:rsidRPr="0045298F">
              <w:rPr>
                <w:rFonts w:ascii="????_GBK" w:hAnsi="????_GBK" w:cs="????_GBK"/>
                <w:b/>
              </w:rPr>
              <w:t>8302.00</w:t>
            </w: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</w:t>
            </w: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人员经费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4053.94</w:t>
            </w: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</w:t>
            </w: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日常公用经费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2604.25</w:t>
            </w: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</w:t>
            </w: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项目支出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1643.81</w:t>
            </w:r>
          </w:p>
        </w:tc>
      </w:tr>
      <w:tr w:rsidR="00B0252F" w:rsidTr="0045298F">
        <w:trPr>
          <w:trHeight w:val="369"/>
          <w:jc w:val="center"/>
        </w:trPr>
        <w:tc>
          <w:tcPr>
            <w:tcW w:w="902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4</w:t>
            </w:r>
          </w:p>
        </w:tc>
        <w:tc>
          <w:tcPr>
            <w:tcW w:w="511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其他支出</w:t>
            </w:r>
          </w:p>
        </w:tc>
        <w:tc>
          <w:tcPr>
            <w:tcW w:w="2875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</w:tbl>
    <w:p w:rsidR="00B0252F" w:rsidRDefault="00B0252F">
      <w:pPr>
        <w:spacing w:line="300" w:lineRule="exact"/>
        <w:jc w:val="left"/>
        <w:outlineLvl w:val="1"/>
        <w:rPr>
          <w:rFonts w:ascii="?????_GBK" w:hAnsi="?????_GBK" w:cs="?????_GBK"/>
          <w:sz w:val="32"/>
        </w:rPr>
        <w:sectPr w:rsidR="00B0252F">
          <w:pgSz w:w="11906" w:h="16838"/>
          <w:pgMar w:top="1134" w:right="1134" w:bottom="1134" w:left="1134" w:header="851" w:footer="992" w:gutter="0"/>
          <w:cols w:space="720"/>
          <w:docGrid w:type="lines" w:linePitch="312"/>
        </w:sectPr>
      </w:pPr>
    </w:p>
    <w:p w:rsidR="00B0252F" w:rsidRDefault="00B0252F">
      <w:pPr>
        <w:jc w:val="center"/>
        <w:outlineLvl w:val="1"/>
        <w:rPr>
          <w:rFonts w:ascii="Times New Roman" w:hAnsi="宋体" w:cs="宋体"/>
          <w:sz w:val="32"/>
        </w:rPr>
      </w:pPr>
      <w:r>
        <w:rPr>
          <w:rFonts w:ascii="宋体" w:hAnsi="宋体" w:cs="宋体" w:hint="eastAsia"/>
          <w:sz w:val="32"/>
        </w:rPr>
        <w:t>人员经费预算</w:t>
      </w:r>
    </w:p>
    <w:tbl>
      <w:tblPr>
        <w:tblW w:w="1389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021"/>
        <w:gridCol w:w="907"/>
        <w:gridCol w:w="907"/>
        <w:gridCol w:w="4536"/>
        <w:gridCol w:w="1304"/>
        <w:gridCol w:w="1304"/>
        <w:gridCol w:w="1304"/>
        <w:gridCol w:w="1304"/>
        <w:gridCol w:w="1304"/>
      </w:tblGrid>
      <w:tr w:rsidR="00B0252F" w:rsidTr="0045298F">
        <w:trPr>
          <w:cantSplit/>
          <w:trHeight w:val="425"/>
          <w:tblHeader/>
          <w:jc w:val="center"/>
        </w:trPr>
        <w:tc>
          <w:tcPr>
            <w:tcW w:w="7371" w:type="dxa"/>
            <w:gridSpan w:val="4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?_GBK" w:hAnsi="?????_GBK" w:cs="?????_GBK"/>
                <w:sz w:val="24"/>
              </w:rPr>
            </w:pPr>
            <w:r w:rsidRPr="0045298F">
              <w:rPr>
                <w:rFonts w:ascii="?????_GBK" w:hAnsi="?????_GBK" w:cs="?????_GBK"/>
                <w:sz w:val="24"/>
              </w:rPr>
              <w:t>360097</w:t>
            </w:r>
            <w:r w:rsidRPr="0045298F">
              <w:rPr>
                <w:rFonts w:ascii="宋体" w:hAnsi="宋体" w:cs="宋体" w:hint="eastAsia"/>
                <w:sz w:val="24"/>
              </w:rPr>
              <w:t>廊坊燕京职业技术学院</w:t>
            </w:r>
          </w:p>
        </w:tc>
        <w:tc>
          <w:tcPr>
            <w:tcW w:w="6520" w:type="dxa"/>
            <w:gridSpan w:val="5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  <w:sz w:val="24"/>
              </w:rPr>
            </w:pPr>
            <w:r w:rsidRPr="0045298F">
              <w:rPr>
                <w:rFonts w:ascii="宋体" w:hAnsi="宋体" w:cs="宋体" w:hint="eastAsia"/>
                <w:sz w:val="24"/>
              </w:rPr>
              <w:t>单位：万元</w:t>
            </w:r>
          </w:p>
        </w:tc>
      </w:tr>
      <w:tr w:rsidR="00B0252F" w:rsidTr="0045298F">
        <w:trPr>
          <w:cantSplit/>
          <w:trHeight w:val="227"/>
          <w:tblHeader/>
          <w:jc w:val="center"/>
        </w:trPr>
        <w:tc>
          <w:tcPr>
            <w:tcW w:w="1021" w:type="dxa"/>
            <w:vMerge w:val="restart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功能分类科目编码</w:t>
            </w:r>
          </w:p>
        </w:tc>
        <w:tc>
          <w:tcPr>
            <w:tcW w:w="907" w:type="dxa"/>
            <w:vMerge w:val="restart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部门经济分类编码</w:t>
            </w:r>
          </w:p>
        </w:tc>
        <w:tc>
          <w:tcPr>
            <w:tcW w:w="907" w:type="dxa"/>
            <w:vMerge w:val="restart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政府经济分类编码</w:t>
            </w:r>
          </w:p>
        </w:tc>
        <w:tc>
          <w:tcPr>
            <w:tcW w:w="4536" w:type="dxa"/>
            <w:vMerge w:val="restart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预算支出项目</w:t>
            </w:r>
          </w:p>
        </w:tc>
        <w:tc>
          <w:tcPr>
            <w:tcW w:w="6520" w:type="dxa"/>
            <w:gridSpan w:val="5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资</w:t>
            </w:r>
            <w:r w:rsidRPr="0045298F">
              <w:rPr>
                <w:rFonts w:ascii="????_GBK" w:hAnsi="????_GBK" w:cs="????_GBK"/>
                <w:b/>
              </w:rPr>
              <w:t xml:space="preserve"> </w:t>
            </w:r>
            <w:r w:rsidRPr="0045298F">
              <w:rPr>
                <w:rFonts w:ascii="宋体" w:hAnsi="宋体" w:cs="宋体" w:hint="eastAsia"/>
                <w:b/>
              </w:rPr>
              <w:t>金</w:t>
            </w:r>
            <w:r w:rsidRPr="0045298F">
              <w:rPr>
                <w:rFonts w:ascii="????_GBK" w:hAnsi="????_GBK" w:cs="????_GBK"/>
                <w:b/>
              </w:rPr>
              <w:t xml:space="preserve"> </w:t>
            </w:r>
            <w:r w:rsidRPr="0045298F">
              <w:rPr>
                <w:rFonts w:ascii="宋体" w:hAnsi="宋体" w:cs="宋体" w:hint="eastAsia"/>
                <w:b/>
              </w:rPr>
              <w:t>来</w:t>
            </w:r>
            <w:r w:rsidRPr="0045298F">
              <w:rPr>
                <w:rFonts w:ascii="????_GBK" w:hAnsi="????_GBK" w:cs="????_GBK"/>
                <w:b/>
              </w:rPr>
              <w:t xml:space="preserve"> </w:t>
            </w:r>
            <w:r w:rsidRPr="0045298F">
              <w:rPr>
                <w:rFonts w:ascii="宋体" w:hAnsi="宋体" w:cs="宋体" w:hint="eastAsia"/>
                <w:b/>
              </w:rPr>
              <w:t>源</w:t>
            </w:r>
          </w:p>
        </w:tc>
      </w:tr>
      <w:tr w:rsidR="00B0252F" w:rsidTr="0045298F">
        <w:trPr>
          <w:cantSplit/>
          <w:trHeight w:val="227"/>
          <w:tblHeader/>
          <w:jc w:val="center"/>
        </w:trPr>
        <w:tc>
          <w:tcPr>
            <w:tcW w:w="1021" w:type="dxa"/>
            <w:vMerge/>
          </w:tcPr>
          <w:p w:rsidR="00B0252F" w:rsidRPr="0045298F" w:rsidRDefault="00B0252F" w:rsidP="0045298F">
            <w:pPr>
              <w:spacing w:line="300" w:lineRule="exact"/>
              <w:jc w:val="left"/>
              <w:outlineLvl w:val="1"/>
              <w:rPr>
                <w:rFonts w:ascii="?????_GBK" w:hAnsi="?????_GBK" w:cs="?????_GBK"/>
                <w:sz w:val="32"/>
              </w:rPr>
            </w:pPr>
          </w:p>
        </w:tc>
        <w:tc>
          <w:tcPr>
            <w:tcW w:w="907" w:type="dxa"/>
            <w:vMerge/>
          </w:tcPr>
          <w:p w:rsidR="00B0252F" w:rsidRPr="0045298F" w:rsidRDefault="00B0252F" w:rsidP="0045298F">
            <w:pPr>
              <w:spacing w:line="300" w:lineRule="exact"/>
              <w:jc w:val="left"/>
              <w:outlineLvl w:val="1"/>
              <w:rPr>
                <w:rFonts w:ascii="?????_GBK" w:hAnsi="?????_GBK" w:cs="?????_GBK"/>
                <w:sz w:val="32"/>
              </w:rPr>
            </w:pPr>
          </w:p>
        </w:tc>
        <w:tc>
          <w:tcPr>
            <w:tcW w:w="907" w:type="dxa"/>
            <w:vMerge/>
          </w:tcPr>
          <w:p w:rsidR="00B0252F" w:rsidRPr="0045298F" w:rsidRDefault="00B0252F" w:rsidP="0045298F">
            <w:pPr>
              <w:spacing w:line="300" w:lineRule="exact"/>
              <w:jc w:val="left"/>
              <w:outlineLvl w:val="1"/>
              <w:rPr>
                <w:rFonts w:ascii="?????_GBK" w:hAnsi="?????_GBK" w:cs="?????_GBK"/>
                <w:sz w:val="32"/>
              </w:rPr>
            </w:pPr>
          </w:p>
        </w:tc>
        <w:tc>
          <w:tcPr>
            <w:tcW w:w="4536" w:type="dxa"/>
            <w:vMerge/>
          </w:tcPr>
          <w:p w:rsidR="00B0252F" w:rsidRPr="0045298F" w:rsidRDefault="00B0252F" w:rsidP="0045298F">
            <w:pPr>
              <w:spacing w:line="300" w:lineRule="exact"/>
              <w:jc w:val="left"/>
              <w:outlineLvl w:val="1"/>
              <w:rPr>
                <w:rFonts w:ascii="?????_GBK" w:hAnsi="?????_GBK" w:cs="?????_GBK"/>
                <w:sz w:val="32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合</w:t>
            </w:r>
            <w:r w:rsidRPr="0045298F">
              <w:rPr>
                <w:rFonts w:ascii="????_GBK" w:hAnsi="????_GBK" w:cs="????_GBK"/>
                <w:b/>
              </w:rPr>
              <w:t xml:space="preserve">  </w:t>
            </w:r>
            <w:r w:rsidRPr="0045298F">
              <w:rPr>
                <w:rFonts w:ascii="宋体" w:hAnsi="宋体" w:cs="宋体" w:hint="eastAsia"/>
                <w:b/>
              </w:rPr>
              <w:t>计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一般公共</w:t>
            </w:r>
            <w:r w:rsidRPr="0045298F">
              <w:rPr>
                <w:rFonts w:ascii="????_GBK" w:hAnsi="????_GBK" w:cs="????_GBK"/>
                <w:b/>
              </w:rPr>
              <w:t xml:space="preserve">  </w:t>
            </w:r>
            <w:r w:rsidRPr="0045298F">
              <w:rPr>
                <w:rFonts w:ascii="宋体" w:hAnsi="宋体" w:cs="宋体" w:hint="eastAsia"/>
                <w:b/>
              </w:rPr>
              <w:t>预算拨款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基金预算</w:t>
            </w:r>
            <w:r w:rsidRPr="0045298F">
              <w:rPr>
                <w:rFonts w:ascii="????_GBK" w:hAnsi="????_GBK" w:cs="????_GBK"/>
                <w:b/>
              </w:rPr>
              <w:t xml:space="preserve">  </w:t>
            </w:r>
            <w:r w:rsidRPr="0045298F">
              <w:rPr>
                <w:rFonts w:ascii="宋体" w:hAnsi="宋体" w:cs="宋体" w:hint="eastAsia"/>
                <w:b/>
              </w:rPr>
              <w:t>拨款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财政专户</w:t>
            </w:r>
            <w:r w:rsidRPr="0045298F">
              <w:rPr>
                <w:rFonts w:ascii="????_GBK" w:hAnsi="????_GBK" w:cs="????_GBK"/>
                <w:b/>
              </w:rPr>
              <w:t xml:space="preserve">  </w:t>
            </w:r>
            <w:r w:rsidRPr="0045298F">
              <w:rPr>
                <w:rFonts w:ascii="宋体" w:hAnsi="宋体" w:cs="宋体" w:hint="eastAsia"/>
                <w:b/>
              </w:rPr>
              <w:t>核拨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其他来源</w:t>
            </w:r>
            <w:r w:rsidRPr="0045298F">
              <w:rPr>
                <w:rFonts w:ascii="????_GBK" w:hAnsi="????_GBK" w:cs="????_GBK"/>
                <w:b/>
              </w:rPr>
              <w:t xml:space="preserve">  </w:t>
            </w:r>
            <w:r w:rsidRPr="0045298F">
              <w:rPr>
                <w:rFonts w:ascii="宋体" w:hAnsi="宋体" w:cs="宋体" w:hint="eastAsia"/>
                <w:b/>
              </w:rPr>
              <w:t>收入</w:t>
            </w: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人员经费支出合计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  <w:r w:rsidRPr="0045298F">
              <w:rPr>
                <w:rFonts w:ascii="????_GBK" w:hAnsi="????_GBK" w:cs="????_GBK"/>
                <w:b/>
              </w:rPr>
              <w:t>4053.94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  <w:r w:rsidRPr="0045298F">
              <w:rPr>
                <w:rFonts w:ascii="????_GBK" w:hAnsi="????_GBK" w:cs="????_GBK"/>
                <w:b/>
              </w:rPr>
              <w:t>4053.94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</w:t>
            </w:r>
            <w:r w:rsidRPr="0045298F">
              <w:rPr>
                <w:rFonts w:ascii="宋体" w:hAnsi="宋体" w:cs="宋体" w:hint="eastAsia"/>
              </w:rPr>
              <w:t>一、工资福利支出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3455.27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3455.27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30101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1</w:t>
            </w:r>
            <w:r w:rsidRPr="0045298F">
              <w:rPr>
                <w:rFonts w:ascii="宋体" w:hAnsi="宋体" w:cs="宋体" w:hint="eastAsia"/>
              </w:rPr>
              <w:t>、基本工资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941.60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941.60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2</w:t>
            </w:r>
            <w:r w:rsidRPr="0045298F">
              <w:rPr>
                <w:rFonts w:ascii="宋体" w:hAnsi="宋体" w:cs="宋体" w:hint="eastAsia"/>
              </w:rPr>
              <w:t>、津贴补贴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409.52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409.52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30102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1</w:t>
            </w:r>
            <w:r w:rsidRPr="0045298F">
              <w:rPr>
                <w:rFonts w:ascii="宋体" w:hAnsi="宋体" w:cs="宋体" w:hint="eastAsia"/>
              </w:rPr>
              <w:t>）地区附加津贴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2</w:t>
            </w:r>
            <w:r w:rsidRPr="0045298F">
              <w:rPr>
                <w:rFonts w:ascii="宋体" w:hAnsi="宋体" w:cs="宋体" w:hint="eastAsia"/>
              </w:rPr>
              <w:t>）</w:t>
            </w:r>
            <w:r w:rsidRPr="0045298F">
              <w:rPr>
                <w:rFonts w:ascii="????_GBK" w:hAnsi="????_GBK" w:cs="????_GBK"/>
              </w:rPr>
              <w:t>(</w:t>
            </w:r>
            <w:r w:rsidRPr="0045298F">
              <w:rPr>
                <w:rFonts w:ascii="宋体" w:hAnsi="宋体" w:cs="宋体" w:hint="eastAsia"/>
              </w:rPr>
              <w:t>特殊</w:t>
            </w:r>
            <w:r w:rsidRPr="0045298F">
              <w:rPr>
                <w:rFonts w:ascii="????_GBK" w:hAnsi="????_GBK" w:cs="????_GBK"/>
              </w:rPr>
              <w:t>)</w:t>
            </w:r>
            <w:r w:rsidRPr="0045298F">
              <w:rPr>
                <w:rFonts w:ascii="宋体" w:hAnsi="宋体" w:cs="宋体" w:hint="eastAsia"/>
              </w:rPr>
              <w:t>岗位津贴</w:t>
            </w:r>
            <w:r w:rsidRPr="0045298F">
              <w:rPr>
                <w:rFonts w:ascii="????_GBK" w:hAnsi="????_GBK" w:cs="????_GBK"/>
              </w:rPr>
              <w:t>(</w:t>
            </w:r>
            <w:r w:rsidRPr="0045298F">
              <w:rPr>
                <w:rFonts w:ascii="宋体" w:hAnsi="宋体" w:cs="宋体" w:hint="eastAsia"/>
              </w:rPr>
              <w:t>补贴</w:t>
            </w:r>
            <w:r w:rsidRPr="0045298F">
              <w:rPr>
                <w:rFonts w:ascii="????_GBK" w:hAnsi="????_GBK" w:cs="????_GBK"/>
              </w:rPr>
              <w:t>)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0.26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0.26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30102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 </w:t>
            </w:r>
            <w:r w:rsidRPr="0045298F">
              <w:rPr>
                <w:rFonts w:ascii="宋体" w:hAnsi="宋体" w:cs="宋体" w:hint="eastAsia"/>
              </w:rPr>
              <w:t>①国家出台与实际天数无关的岗位津贴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0.26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0.26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30102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 </w:t>
            </w:r>
            <w:r w:rsidRPr="0045298F">
              <w:rPr>
                <w:rFonts w:ascii="宋体" w:hAnsi="宋体" w:cs="宋体" w:hint="eastAsia"/>
              </w:rPr>
              <w:t>②国家出台按实际天数发放的岗位津贴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30102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3</w:t>
            </w:r>
            <w:r w:rsidRPr="0045298F">
              <w:rPr>
                <w:rFonts w:ascii="宋体" w:hAnsi="宋体" w:cs="宋体" w:hint="eastAsia"/>
              </w:rPr>
              <w:t>）回族补贴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30102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4</w:t>
            </w:r>
            <w:r w:rsidRPr="0045298F">
              <w:rPr>
                <w:rFonts w:ascii="宋体" w:hAnsi="宋体" w:cs="宋体" w:hint="eastAsia"/>
              </w:rPr>
              <w:t>）取暖补贴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148.91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148.91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30102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5</w:t>
            </w:r>
            <w:r w:rsidRPr="0045298F">
              <w:rPr>
                <w:rFonts w:ascii="宋体" w:hAnsi="宋体" w:cs="宋体" w:hint="eastAsia"/>
              </w:rPr>
              <w:t>）医疗补助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201.79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201.79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30102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6</w:t>
            </w:r>
            <w:r w:rsidRPr="0045298F">
              <w:rPr>
                <w:rFonts w:ascii="宋体" w:hAnsi="宋体" w:cs="宋体" w:hint="eastAsia"/>
              </w:rPr>
              <w:t>）物业服务补贴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58.56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58.56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30102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7</w:t>
            </w:r>
            <w:r w:rsidRPr="0045298F">
              <w:rPr>
                <w:rFonts w:ascii="宋体" w:hAnsi="宋体" w:cs="宋体" w:hint="eastAsia"/>
              </w:rPr>
              <w:t>）乡镇工作补贴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30102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8</w:t>
            </w:r>
            <w:r w:rsidRPr="0045298F">
              <w:rPr>
                <w:rFonts w:ascii="宋体" w:hAnsi="宋体" w:cs="宋体" w:hint="eastAsia"/>
              </w:rPr>
              <w:t>）其他允许保留的津贴补贴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30103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3</w:t>
            </w:r>
            <w:r w:rsidRPr="0045298F">
              <w:rPr>
                <w:rFonts w:ascii="宋体" w:hAnsi="宋体" w:cs="宋体" w:hint="eastAsia"/>
              </w:rPr>
              <w:t>、奖金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4</w:t>
            </w:r>
            <w:r w:rsidRPr="0045298F">
              <w:rPr>
                <w:rFonts w:ascii="宋体" w:hAnsi="宋体" w:cs="宋体" w:hint="eastAsia"/>
              </w:rPr>
              <w:t>、绩效工资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1171.20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1171.20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30107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1</w:t>
            </w:r>
            <w:r w:rsidRPr="0045298F">
              <w:rPr>
                <w:rFonts w:ascii="宋体" w:hAnsi="宋体" w:cs="宋体" w:hint="eastAsia"/>
              </w:rPr>
              <w:t>）基础绩效工资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595.50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595.50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30107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2</w:t>
            </w:r>
            <w:r w:rsidRPr="0045298F">
              <w:rPr>
                <w:rFonts w:ascii="宋体" w:hAnsi="宋体" w:cs="宋体" w:hint="eastAsia"/>
              </w:rPr>
              <w:t>）奖励绩效工资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575.70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575.70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30107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3</w:t>
            </w:r>
            <w:r w:rsidRPr="0045298F">
              <w:rPr>
                <w:rFonts w:ascii="宋体" w:hAnsi="宋体" w:cs="宋体" w:hint="eastAsia"/>
              </w:rPr>
              <w:t>）差额人员绩效工资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5</w:t>
            </w:r>
            <w:r w:rsidRPr="0045298F">
              <w:rPr>
                <w:rFonts w:ascii="宋体" w:hAnsi="宋体" w:cs="宋体" w:hint="eastAsia"/>
              </w:rPr>
              <w:t>、单位负担社会保障缴费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650.36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650.36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30108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1</w:t>
            </w:r>
            <w:r w:rsidRPr="0045298F">
              <w:rPr>
                <w:rFonts w:ascii="宋体" w:hAnsi="宋体" w:cs="宋体" w:hint="eastAsia"/>
              </w:rPr>
              <w:t>）基本养老保险费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470.99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470.99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30109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2</w:t>
            </w:r>
            <w:r w:rsidRPr="0045298F">
              <w:rPr>
                <w:rFonts w:ascii="宋体" w:hAnsi="宋体" w:cs="宋体" w:hint="eastAsia"/>
              </w:rPr>
              <w:t>）职业年金缴费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1.28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1.28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30110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3</w:t>
            </w:r>
            <w:r w:rsidRPr="0045298F">
              <w:rPr>
                <w:rFonts w:ascii="宋体" w:hAnsi="宋体" w:cs="宋体" w:hint="eastAsia"/>
              </w:rPr>
              <w:t>）基本医疗保险费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164.85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164.85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30110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4</w:t>
            </w:r>
            <w:r w:rsidRPr="0045298F">
              <w:rPr>
                <w:rFonts w:ascii="宋体" w:hAnsi="宋体" w:cs="宋体" w:hint="eastAsia"/>
              </w:rPr>
              <w:t>）大病统筹保险费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1.47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1.47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30112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5</w:t>
            </w:r>
            <w:r w:rsidRPr="0045298F">
              <w:rPr>
                <w:rFonts w:ascii="宋体" w:hAnsi="宋体" w:cs="宋体" w:hint="eastAsia"/>
              </w:rPr>
              <w:t>）失业保险费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30112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6</w:t>
            </w:r>
            <w:r w:rsidRPr="0045298F">
              <w:rPr>
                <w:rFonts w:ascii="宋体" w:hAnsi="宋体" w:cs="宋体" w:hint="eastAsia"/>
              </w:rPr>
              <w:t>）工伤保险费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11.77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11.77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30112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7</w:t>
            </w:r>
            <w:r w:rsidRPr="0045298F">
              <w:rPr>
                <w:rFonts w:ascii="宋体" w:hAnsi="宋体" w:cs="宋体" w:hint="eastAsia"/>
              </w:rPr>
              <w:t>）其他社保缴费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30113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6</w:t>
            </w:r>
            <w:r w:rsidRPr="0045298F">
              <w:rPr>
                <w:rFonts w:ascii="宋体" w:hAnsi="宋体" w:cs="宋体" w:hint="eastAsia"/>
              </w:rPr>
              <w:t>、住房公积金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282.59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282.59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30199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7</w:t>
            </w:r>
            <w:r w:rsidRPr="0045298F">
              <w:rPr>
                <w:rFonts w:ascii="宋体" w:hAnsi="宋体" w:cs="宋体" w:hint="eastAsia"/>
              </w:rPr>
              <w:t>、长期聘用人员工资、保险等支出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8</w:t>
            </w:r>
            <w:r w:rsidRPr="0045298F">
              <w:rPr>
                <w:rFonts w:ascii="宋体" w:hAnsi="宋体" w:cs="宋体" w:hint="eastAsia"/>
              </w:rPr>
              <w:t>、其他工资福利支出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30199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1</w:t>
            </w:r>
            <w:r w:rsidRPr="0045298F">
              <w:rPr>
                <w:rFonts w:ascii="宋体" w:hAnsi="宋体" w:cs="宋体" w:hint="eastAsia"/>
              </w:rPr>
              <w:t>）其他</w:t>
            </w:r>
            <w:r w:rsidRPr="0045298F">
              <w:rPr>
                <w:rFonts w:ascii="????_GBK" w:hAnsi="????_GBK" w:cs="????_GBK"/>
              </w:rPr>
              <w:t>1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30199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2</w:t>
            </w:r>
            <w:r w:rsidRPr="0045298F">
              <w:rPr>
                <w:rFonts w:ascii="宋体" w:hAnsi="宋体" w:cs="宋体" w:hint="eastAsia"/>
              </w:rPr>
              <w:t>）其他</w:t>
            </w:r>
            <w:r w:rsidRPr="0045298F">
              <w:rPr>
                <w:rFonts w:ascii="????_GBK" w:hAnsi="????_GBK" w:cs="????_GBK"/>
              </w:rPr>
              <w:t>2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30199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3</w:t>
            </w:r>
            <w:r w:rsidRPr="0045298F">
              <w:rPr>
                <w:rFonts w:ascii="宋体" w:hAnsi="宋体" w:cs="宋体" w:hint="eastAsia"/>
              </w:rPr>
              <w:t>）其他</w:t>
            </w:r>
            <w:r w:rsidRPr="0045298F">
              <w:rPr>
                <w:rFonts w:ascii="????_GBK" w:hAnsi="????_GBK" w:cs="????_GBK"/>
              </w:rPr>
              <w:t>3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</w:t>
            </w:r>
            <w:r w:rsidRPr="0045298F">
              <w:rPr>
                <w:rFonts w:ascii="宋体" w:hAnsi="宋体" w:cs="宋体" w:hint="eastAsia"/>
              </w:rPr>
              <w:t>二、对个人和家庭的补助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598.67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598.67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1</w:t>
            </w:r>
            <w:r w:rsidRPr="0045298F">
              <w:rPr>
                <w:rFonts w:ascii="宋体" w:hAnsi="宋体" w:cs="宋体" w:hint="eastAsia"/>
              </w:rPr>
              <w:t>、离休费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30301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50905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1</w:t>
            </w:r>
            <w:r w:rsidRPr="0045298F">
              <w:rPr>
                <w:rFonts w:ascii="宋体" w:hAnsi="宋体" w:cs="宋体" w:hint="eastAsia"/>
              </w:rPr>
              <w:t>）离休金和离休人员补贴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30301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50905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2</w:t>
            </w:r>
            <w:r w:rsidRPr="0045298F">
              <w:rPr>
                <w:rFonts w:ascii="宋体" w:hAnsi="宋体" w:cs="宋体" w:hint="eastAsia"/>
              </w:rPr>
              <w:t>）离休人员医疗和大病保险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30301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50905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3</w:t>
            </w:r>
            <w:r w:rsidRPr="0045298F">
              <w:rPr>
                <w:rFonts w:ascii="宋体" w:hAnsi="宋体" w:cs="宋体" w:hint="eastAsia"/>
              </w:rPr>
              <w:t>）离休人员按月发放费用（统筹外）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30301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50905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4</w:t>
            </w:r>
            <w:r w:rsidRPr="0045298F">
              <w:rPr>
                <w:rFonts w:ascii="宋体" w:hAnsi="宋体" w:cs="宋体" w:hint="eastAsia"/>
              </w:rPr>
              <w:t>）离休人员取暖补贴（统筹外）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30301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50905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5</w:t>
            </w:r>
            <w:r w:rsidRPr="0045298F">
              <w:rPr>
                <w:rFonts w:ascii="宋体" w:hAnsi="宋体" w:cs="宋体" w:hint="eastAsia"/>
              </w:rPr>
              <w:t>）离休人员一次性生活补助（统筹外）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30301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50905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6</w:t>
            </w:r>
            <w:r w:rsidRPr="0045298F">
              <w:rPr>
                <w:rFonts w:ascii="宋体" w:hAnsi="宋体" w:cs="宋体" w:hint="eastAsia"/>
              </w:rPr>
              <w:t>）离休人员精神文明奖（统筹外）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30301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50905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7</w:t>
            </w:r>
            <w:r w:rsidRPr="0045298F">
              <w:rPr>
                <w:rFonts w:ascii="宋体" w:hAnsi="宋体" w:cs="宋体" w:hint="eastAsia"/>
              </w:rPr>
              <w:t>）离休人员生活补助</w:t>
            </w:r>
            <w:r w:rsidRPr="0045298F">
              <w:rPr>
                <w:rFonts w:ascii="????_GBK" w:hAnsi="????_GBK" w:cs="????_GBK"/>
              </w:rPr>
              <w:t>(</w:t>
            </w:r>
            <w:r w:rsidRPr="0045298F">
              <w:rPr>
                <w:rFonts w:ascii="宋体" w:hAnsi="宋体" w:cs="宋体" w:hint="eastAsia"/>
              </w:rPr>
              <w:t>目标绩效</w:t>
            </w:r>
            <w:r w:rsidRPr="0045298F">
              <w:rPr>
                <w:rFonts w:ascii="????_GBK" w:hAnsi="????_GBK" w:cs="????_GBK"/>
              </w:rPr>
              <w:t>)</w:t>
            </w:r>
            <w:r w:rsidRPr="0045298F">
              <w:rPr>
                <w:rFonts w:ascii="宋体" w:hAnsi="宋体" w:cs="宋体" w:hint="eastAsia"/>
              </w:rPr>
              <w:t>（统筹外）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30301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50905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8</w:t>
            </w:r>
            <w:r w:rsidRPr="0045298F">
              <w:rPr>
                <w:rFonts w:ascii="宋体" w:hAnsi="宋体" w:cs="宋体" w:hint="eastAsia"/>
              </w:rPr>
              <w:t>）离休人员上述项目之外的补贴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2</w:t>
            </w:r>
            <w:r w:rsidRPr="0045298F">
              <w:rPr>
                <w:rFonts w:ascii="宋体" w:hAnsi="宋体" w:cs="宋体" w:hint="eastAsia"/>
              </w:rPr>
              <w:t>、退休费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9.12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9.12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50905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1</w:t>
            </w:r>
            <w:r w:rsidRPr="0045298F">
              <w:rPr>
                <w:rFonts w:ascii="宋体" w:hAnsi="宋体" w:cs="宋体" w:hint="eastAsia"/>
              </w:rPr>
              <w:t>）退休金和退休人员补贴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50905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2</w:t>
            </w:r>
            <w:r w:rsidRPr="0045298F">
              <w:rPr>
                <w:rFonts w:ascii="宋体" w:hAnsi="宋体" w:cs="宋体" w:hint="eastAsia"/>
              </w:rPr>
              <w:t>）退休人员医疗和大病保险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0.02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0.02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50905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3</w:t>
            </w:r>
            <w:r w:rsidRPr="0045298F">
              <w:rPr>
                <w:rFonts w:ascii="宋体" w:hAnsi="宋体" w:cs="宋体" w:hint="eastAsia"/>
              </w:rPr>
              <w:t>）退休人员按月发放费用（统筹外）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3.38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3.38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50905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4</w:t>
            </w:r>
            <w:r w:rsidRPr="0045298F">
              <w:rPr>
                <w:rFonts w:ascii="宋体" w:hAnsi="宋体" w:cs="宋体" w:hint="eastAsia"/>
              </w:rPr>
              <w:t>）退休人员取暖补贴（统筹外）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1.05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1.05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50905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5</w:t>
            </w:r>
            <w:r w:rsidRPr="0045298F">
              <w:rPr>
                <w:rFonts w:ascii="宋体" w:hAnsi="宋体" w:cs="宋体" w:hint="eastAsia"/>
              </w:rPr>
              <w:t>）退休人员一次性生活补助（统筹外）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0.95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0.95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50905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6</w:t>
            </w:r>
            <w:r w:rsidRPr="0045298F">
              <w:rPr>
                <w:rFonts w:ascii="宋体" w:hAnsi="宋体" w:cs="宋体" w:hint="eastAsia"/>
              </w:rPr>
              <w:t>）退休人员精神文明奖（统筹外）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1.92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1.92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50905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7</w:t>
            </w:r>
            <w:r w:rsidRPr="0045298F">
              <w:rPr>
                <w:rFonts w:ascii="宋体" w:hAnsi="宋体" w:cs="宋体" w:hint="eastAsia"/>
              </w:rPr>
              <w:t>）退休人员生活补助</w:t>
            </w:r>
            <w:r w:rsidRPr="0045298F">
              <w:rPr>
                <w:rFonts w:ascii="????_GBK" w:hAnsi="????_GBK" w:cs="????_GBK"/>
              </w:rPr>
              <w:t>(</w:t>
            </w:r>
            <w:r w:rsidRPr="0045298F">
              <w:rPr>
                <w:rFonts w:ascii="宋体" w:hAnsi="宋体" w:cs="宋体" w:hint="eastAsia"/>
              </w:rPr>
              <w:t>目标绩效</w:t>
            </w:r>
            <w:r w:rsidRPr="0045298F">
              <w:rPr>
                <w:rFonts w:ascii="????_GBK" w:hAnsi="????_GBK" w:cs="????_GBK"/>
              </w:rPr>
              <w:t>)</w:t>
            </w:r>
            <w:r w:rsidRPr="0045298F">
              <w:rPr>
                <w:rFonts w:ascii="宋体" w:hAnsi="宋体" w:cs="宋体" w:hint="eastAsia"/>
              </w:rPr>
              <w:t>（统筹外）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1.80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1.80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30302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50905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8</w:t>
            </w:r>
            <w:r w:rsidRPr="0045298F">
              <w:rPr>
                <w:rFonts w:ascii="宋体" w:hAnsi="宋体" w:cs="宋体" w:hint="eastAsia"/>
              </w:rPr>
              <w:t>）退休人员上述项目之外的补贴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3</w:t>
            </w:r>
            <w:r w:rsidRPr="0045298F">
              <w:rPr>
                <w:rFonts w:ascii="宋体" w:hAnsi="宋体" w:cs="宋体" w:hint="eastAsia"/>
              </w:rPr>
              <w:t>、独生子女父母奖励金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0.65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0.65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4</w:t>
            </w:r>
            <w:r w:rsidRPr="0045298F">
              <w:rPr>
                <w:rFonts w:ascii="宋体" w:hAnsi="宋体" w:cs="宋体" w:hint="eastAsia"/>
              </w:rPr>
              <w:t>、生活补助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7.20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7.20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1)</w:t>
            </w:r>
            <w:r w:rsidRPr="0045298F">
              <w:rPr>
                <w:rFonts w:ascii="宋体" w:hAnsi="宋体" w:cs="宋体" w:hint="eastAsia"/>
              </w:rPr>
              <w:t>遗属补助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1.65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1.65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50901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2)</w:t>
            </w:r>
            <w:r w:rsidRPr="0045298F">
              <w:rPr>
                <w:rFonts w:ascii="宋体" w:hAnsi="宋体" w:cs="宋体" w:hint="eastAsia"/>
              </w:rPr>
              <w:t>女职工卫生费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5.55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5.55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5</w:t>
            </w:r>
            <w:r w:rsidRPr="0045298F">
              <w:rPr>
                <w:rFonts w:ascii="宋体" w:hAnsi="宋体" w:cs="宋体" w:hint="eastAsia"/>
              </w:rPr>
              <w:t>、在职人员精神文明奖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234.24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234.24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30399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50999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1)</w:t>
            </w:r>
            <w:r w:rsidRPr="0045298F">
              <w:rPr>
                <w:rFonts w:ascii="宋体" w:hAnsi="宋体" w:cs="宋体" w:hint="eastAsia"/>
              </w:rPr>
              <w:t>精神文明奖</w:t>
            </w:r>
            <w:r w:rsidRPr="0045298F">
              <w:rPr>
                <w:rFonts w:ascii="????_GBK" w:hAnsi="????_GBK" w:cs="????_GBK"/>
              </w:rPr>
              <w:t>(</w:t>
            </w:r>
            <w:r w:rsidRPr="0045298F">
              <w:rPr>
                <w:rFonts w:ascii="宋体" w:hAnsi="宋体" w:cs="宋体" w:hint="eastAsia"/>
              </w:rPr>
              <w:t>全额在职人员</w:t>
            </w:r>
            <w:r w:rsidRPr="0045298F">
              <w:rPr>
                <w:rFonts w:ascii="????_GBK" w:hAnsi="????_GBK" w:cs="????_GBK"/>
              </w:rPr>
              <w:t>)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234.24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234.24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30399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50999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2)</w:t>
            </w:r>
            <w:r w:rsidRPr="0045298F">
              <w:rPr>
                <w:rFonts w:ascii="宋体" w:hAnsi="宋体" w:cs="宋体" w:hint="eastAsia"/>
              </w:rPr>
              <w:t>精神文明奖</w:t>
            </w:r>
            <w:r w:rsidRPr="0045298F">
              <w:rPr>
                <w:rFonts w:ascii="????_GBK" w:hAnsi="????_GBK" w:cs="????_GBK"/>
              </w:rPr>
              <w:t>(</w:t>
            </w:r>
            <w:r w:rsidRPr="0045298F">
              <w:rPr>
                <w:rFonts w:ascii="宋体" w:hAnsi="宋体" w:cs="宋体" w:hint="eastAsia"/>
              </w:rPr>
              <w:t>差额在职人员</w:t>
            </w:r>
            <w:r w:rsidRPr="0045298F">
              <w:rPr>
                <w:rFonts w:ascii="????_GBK" w:hAnsi="????_GBK" w:cs="????_GBK"/>
              </w:rPr>
              <w:t>)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30399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50999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6</w:t>
            </w:r>
            <w:r w:rsidRPr="0045298F">
              <w:rPr>
                <w:rFonts w:ascii="宋体" w:hAnsi="宋体" w:cs="宋体" w:hint="eastAsia"/>
              </w:rPr>
              <w:t>、边远地区教师生活补助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30399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50999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7</w:t>
            </w:r>
            <w:r w:rsidRPr="0045298F">
              <w:rPr>
                <w:rFonts w:ascii="宋体" w:hAnsi="宋体" w:cs="宋体" w:hint="eastAsia"/>
              </w:rPr>
              <w:t>、全员考核奖金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122.98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122.98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30399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50999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8</w:t>
            </w:r>
            <w:r w:rsidRPr="0045298F">
              <w:rPr>
                <w:rFonts w:ascii="宋体" w:hAnsi="宋体" w:cs="宋体" w:hint="eastAsia"/>
              </w:rPr>
              <w:t>、在职目标绩效奖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224.48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224.48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45298F">
        <w:trPr>
          <w:cantSplit/>
          <w:trHeight w:val="227"/>
          <w:jc w:val="center"/>
        </w:trPr>
        <w:tc>
          <w:tcPr>
            <w:tcW w:w="1021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30399</w:t>
            </w:r>
          </w:p>
        </w:tc>
        <w:tc>
          <w:tcPr>
            <w:tcW w:w="907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50999</w:t>
            </w:r>
          </w:p>
        </w:tc>
        <w:tc>
          <w:tcPr>
            <w:tcW w:w="4536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9</w:t>
            </w:r>
            <w:r w:rsidRPr="0045298F">
              <w:rPr>
                <w:rFonts w:ascii="宋体" w:hAnsi="宋体" w:cs="宋体" w:hint="eastAsia"/>
              </w:rPr>
              <w:t>、其他对个人和家庭的补助支出</w:t>
            </w: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304" w:type="dxa"/>
            <w:vAlign w:val="center"/>
          </w:tcPr>
          <w:p w:rsidR="00B0252F" w:rsidRPr="0045298F" w:rsidRDefault="00B0252F" w:rsidP="0045298F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</w:tbl>
    <w:p w:rsidR="00B0252F" w:rsidRDefault="00B0252F">
      <w:pPr>
        <w:spacing w:line="300" w:lineRule="exact"/>
        <w:jc w:val="left"/>
        <w:outlineLvl w:val="1"/>
        <w:rPr>
          <w:rFonts w:ascii="?????_GBK" w:hAnsi="?????_GBK" w:cs="?????_GBK"/>
          <w:sz w:val="32"/>
        </w:rPr>
        <w:sectPr w:rsidR="00B0252F">
          <w:pgSz w:w="16838" w:h="11906" w:orient="landscape"/>
          <w:pgMar w:top="1361" w:right="1021" w:bottom="1361" w:left="1021" w:header="851" w:footer="992" w:gutter="0"/>
          <w:cols w:space="720"/>
          <w:docGrid w:type="lines" w:linePitch="312"/>
        </w:sectPr>
      </w:pPr>
    </w:p>
    <w:p w:rsidR="00B0252F" w:rsidRDefault="00B0252F" w:rsidP="00C538CC">
      <w:pPr>
        <w:jc w:val="center"/>
        <w:outlineLvl w:val="1"/>
        <w:rPr>
          <w:rFonts w:ascii="Times New Roman" w:hAnsi="宋体" w:cs="宋体"/>
          <w:sz w:val="32"/>
        </w:rPr>
      </w:pPr>
      <w:r>
        <w:rPr>
          <w:rFonts w:ascii="宋体" w:hAnsi="宋体" w:cs="宋体" w:hint="eastAsia"/>
          <w:sz w:val="32"/>
        </w:rPr>
        <w:t>日常公用经费预算</w:t>
      </w:r>
    </w:p>
    <w:tbl>
      <w:tblPr>
        <w:tblW w:w="13362" w:type="dxa"/>
        <w:jc w:val="center"/>
        <w:tblInd w:w="-2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982"/>
        <w:gridCol w:w="1260"/>
        <w:gridCol w:w="1260"/>
        <w:gridCol w:w="2880"/>
        <w:gridCol w:w="1260"/>
        <w:gridCol w:w="1110"/>
        <w:gridCol w:w="346"/>
        <w:gridCol w:w="1080"/>
        <w:gridCol w:w="1026"/>
        <w:gridCol w:w="1158"/>
      </w:tblGrid>
      <w:tr w:rsidR="00B0252F" w:rsidTr="00D42FB0">
        <w:trPr>
          <w:cantSplit/>
          <w:trHeight w:val="425"/>
          <w:tblHeader/>
          <w:jc w:val="center"/>
        </w:trPr>
        <w:tc>
          <w:tcPr>
            <w:tcW w:w="7382" w:type="dxa"/>
            <w:gridSpan w:val="4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?_GBK" w:hAnsi="?????_GBK" w:cs="?????_GBK"/>
                <w:sz w:val="24"/>
              </w:rPr>
            </w:pPr>
            <w:r w:rsidRPr="0045298F">
              <w:rPr>
                <w:rFonts w:ascii="?????_GBK" w:hAnsi="?????_GBK" w:cs="?????_GBK"/>
                <w:sz w:val="24"/>
              </w:rPr>
              <w:t>360097</w:t>
            </w:r>
            <w:r w:rsidRPr="0045298F">
              <w:rPr>
                <w:rFonts w:ascii="宋体" w:hAnsi="宋体" w:cs="宋体" w:hint="eastAsia"/>
                <w:sz w:val="24"/>
              </w:rPr>
              <w:t>廊坊燕京职业技术学院</w:t>
            </w:r>
          </w:p>
        </w:tc>
        <w:tc>
          <w:tcPr>
            <w:tcW w:w="5980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sz w:val="24"/>
              </w:rPr>
            </w:pPr>
            <w:r w:rsidRPr="0045298F">
              <w:rPr>
                <w:rFonts w:ascii="宋体" w:hAnsi="宋体" w:cs="宋体" w:hint="eastAsia"/>
                <w:sz w:val="24"/>
              </w:rPr>
              <w:t>单位：万元</w:t>
            </w:r>
          </w:p>
        </w:tc>
      </w:tr>
      <w:tr w:rsidR="00B0252F" w:rsidTr="00D42FB0">
        <w:trPr>
          <w:cantSplit/>
          <w:trHeight w:val="227"/>
          <w:tblHeader/>
          <w:jc w:val="center"/>
        </w:trPr>
        <w:tc>
          <w:tcPr>
            <w:tcW w:w="1982" w:type="dxa"/>
            <w:vMerge w:val="restart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功能分类科目编码</w:t>
            </w:r>
          </w:p>
        </w:tc>
        <w:tc>
          <w:tcPr>
            <w:tcW w:w="1260" w:type="dxa"/>
            <w:vMerge w:val="restart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部门经济分类编码</w:t>
            </w:r>
          </w:p>
        </w:tc>
        <w:tc>
          <w:tcPr>
            <w:tcW w:w="1260" w:type="dxa"/>
            <w:vMerge w:val="restart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政府经济分类编码</w:t>
            </w:r>
          </w:p>
        </w:tc>
        <w:tc>
          <w:tcPr>
            <w:tcW w:w="2880" w:type="dxa"/>
            <w:vMerge w:val="restart"/>
            <w:vAlign w:val="center"/>
          </w:tcPr>
          <w:p w:rsidR="00B0252F" w:rsidRPr="0045298F" w:rsidRDefault="00B0252F" w:rsidP="00C538CC">
            <w:pPr>
              <w:spacing w:line="300" w:lineRule="exact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预算支出项目</w:t>
            </w:r>
          </w:p>
        </w:tc>
        <w:tc>
          <w:tcPr>
            <w:tcW w:w="5980" w:type="dxa"/>
            <w:gridSpan w:val="6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资</w:t>
            </w:r>
            <w:r w:rsidRPr="0045298F">
              <w:rPr>
                <w:rFonts w:ascii="????_GBK" w:hAnsi="????_GBK" w:cs="????_GBK"/>
                <w:b/>
              </w:rPr>
              <w:t xml:space="preserve"> </w:t>
            </w:r>
            <w:r w:rsidRPr="0045298F">
              <w:rPr>
                <w:rFonts w:ascii="宋体" w:hAnsi="宋体" w:cs="宋体" w:hint="eastAsia"/>
                <w:b/>
              </w:rPr>
              <w:t>金</w:t>
            </w:r>
            <w:r w:rsidRPr="0045298F">
              <w:rPr>
                <w:rFonts w:ascii="????_GBK" w:hAnsi="????_GBK" w:cs="????_GBK"/>
                <w:b/>
              </w:rPr>
              <w:t xml:space="preserve"> </w:t>
            </w:r>
            <w:r w:rsidRPr="0045298F">
              <w:rPr>
                <w:rFonts w:ascii="宋体" w:hAnsi="宋体" w:cs="宋体" w:hint="eastAsia"/>
                <w:b/>
              </w:rPr>
              <w:t>来</w:t>
            </w:r>
            <w:r w:rsidRPr="0045298F">
              <w:rPr>
                <w:rFonts w:ascii="????_GBK" w:hAnsi="????_GBK" w:cs="????_GBK"/>
                <w:b/>
              </w:rPr>
              <w:t xml:space="preserve"> </w:t>
            </w:r>
            <w:r w:rsidRPr="0045298F">
              <w:rPr>
                <w:rFonts w:ascii="宋体" w:hAnsi="宋体" w:cs="宋体" w:hint="eastAsia"/>
                <w:b/>
              </w:rPr>
              <w:t>源</w:t>
            </w:r>
          </w:p>
        </w:tc>
      </w:tr>
      <w:tr w:rsidR="00B0252F" w:rsidTr="00D42FB0">
        <w:trPr>
          <w:cantSplit/>
          <w:trHeight w:val="227"/>
          <w:tblHeader/>
          <w:jc w:val="center"/>
        </w:trPr>
        <w:tc>
          <w:tcPr>
            <w:tcW w:w="1982" w:type="dxa"/>
            <w:vMerge/>
          </w:tcPr>
          <w:p w:rsidR="00B0252F" w:rsidRPr="0045298F" w:rsidRDefault="00B0252F" w:rsidP="00C538CC">
            <w:pPr>
              <w:spacing w:line="300" w:lineRule="exact"/>
              <w:jc w:val="left"/>
              <w:outlineLvl w:val="1"/>
              <w:rPr>
                <w:rFonts w:ascii="?????_GBK" w:hAnsi="?????_GBK" w:cs="?????_GBK"/>
                <w:sz w:val="32"/>
              </w:rPr>
            </w:pPr>
          </w:p>
        </w:tc>
        <w:tc>
          <w:tcPr>
            <w:tcW w:w="1260" w:type="dxa"/>
            <w:vMerge/>
          </w:tcPr>
          <w:p w:rsidR="00B0252F" w:rsidRPr="0045298F" w:rsidRDefault="00B0252F" w:rsidP="00C538CC">
            <w:pPr>
              <w:spacing w:line="300" w:lineRule="exact"/>
              <w:jc w:val="left"/>
              <w:outlineLvl w:val="1"/>
              <w:rPr>
                <w:rFonts w:ascii="?????_GBK" w:hAnsi="?????_GBK" w:cs="?????_GBK"/>
                <w:sz w:val="32"/>
              </w:rPr>
            </w:pPr>
          </w:p>
        </w:tc>
        <w:tc>
          <w:tcPr>
            <w:tcW w:w="1260" w:type="dxa"/>
            <w:vMerge/>
          </w:tcPr>
          <w:p w:rsidR="00B0252F" w:rsidRPr="0045298F" w:rsidRDefault="00B0252F" w:rsidP="00C538CC">
            <w:pPr>
              <w:spacing w:line="300" w:lineRule="exact"/>
              <w:jc w:val="left"/>
              <w:outlineLvl w:val="1"/>
              <w:rPr>
                <w:rFonts w:ascii="?????_GBK" w:hAnsi="?????_GBK" w:cs="?????_GBK"/>
                <w:sz w:val="32"/>
              </w:rPr>
            </w:pPr>
          </w:p>
        </w:tc>
        <w:tc>
          <w:tcPr>
            <w:tcW w:w="2880" w:type="dxa"/>
            <w:vMerge/>
          </w:tcPr>
          <w:p w:rsidR="00B0252F" w:rsidRPr="0045298F" w:rsidRDefault="00B0252F" w:rsidP="00C538CC">
            <w:pPr>
              <w:spacing w:line="300" w:lineRule="exact"/>
              <w:jc w:val="left"/>
              <w:outlineLvl w:val="1"/>
              <w:rPr>
                <w:rFonts w:ascii="?????_GBK" w:hAnsi="?????_GBK" w:cs="?????_GBK"/>
                <w:sz w:val="32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合</w:t>
            </w:r>
            <w:r w:rsidRPr="0045298F">
              <w:rPr>
                <w:rFonts w:ascii="????_GBK" w:hAnsi="????_GBK" w:cs="????_GBK"/>
                <w:b/>
              </w:rPr>
              <w:t xml:space="preserve">  </w:t>
            </w:r>
            <w:r w:rsidRPr="0045298F">
              <w:rPr>
                <w:rFonts w:ascii="宋体" w:hAnsi="宋体" w:cs="宋体" w:hint="eastAsia"/>
                <w:b/>
              </w:rPr>
              <w:t>计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一般公共</w:t>
            </w:r>
            <w:r w:rsidRPr="0045298F">
              <w:rPr>
                <w:rFonts w:ascii="????_GBK" w:hAnsi="????_GBK" w:cs="????_GBK"/>
                <w:b/>
              </w:rPr>
              <w:t xml:space="preserve">  </w:t>
            </w:r>
            <w:r w:rsidRPr="0045298F">
              <w:rPr>
                <w:rFonts w:ascii="宋体" w:hAnsi="宋体" w:cs="宋体" w:hint="eastAsia"/>
                <w:b/>
              </w:rPr>
              <w:t>预算拨款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基金预算</w:t>
            </w:r>
            <w:r w:rsidRPr="0045298F">
              <w:rPr>
                <w:rFonts w:ascii="????_GBK" w:hAnsi="????_GBK" w:cs="????_GBK"/>
                <w:b/>
              </w:rPr>
              <w:t xml:space="preserve">  </w:t>
            </w:r>
            <w:r w:rsidRPr="0045298F">
              <w:rPr>
                <w:rFonts w:ascii="宋体" w:hAnsi="宋体" w:cs="宋体" w:hint="eastAsia"/>
                <w:b/>
              </w:rPr>
              <w:t>拨款</w:t>
            </w: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财政专户核拨</w:t>
            </w: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其他来源收入</w:t>
            </w: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日常公用支出合计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  <w:r w:rsidRPr="0045298F">
              <w:rPr>
                <w:rFonts w:ascii="????_GBK" w:hAnsi="????_GBK" w:cs="????_GBK"/>
                <w:b/>
              </w:rPr>
              <w:t>2604.25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  <w:r w:rsidRPr="0045298F">
              <w:rPr>
                <w:rFonts w:ascii="????_GBK" w:hAnsi="????_GBK" w:cs="????_GBK"/>
                <w:b/>
              </w:rPr>
              <w:t>2604.25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一、日常运转经费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2511.16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2511.16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</w:t>
            </w:r>
            <w:r w:rsidRPr="0045298F">
              <w:rPr>
                <w:rFonts w:ascii="宋体" w:hAnsi="宋体" w:cs="宋体" w:hint="eastAsia"/>
              </w:rPr>
              <w:t>、办公费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31.96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31.96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30201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1</w:t>
            </w:r>
            <w:r w:rsidRPr="0045298F">
              <w:rPr>
                <w:rFonts w:ascii="宋体" w:hAnsi="宋体" w:cs="宋体" w:hint="eastAsia"/>
              </w:rPr>
              <w:t>）办公用品购置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24.64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24.64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30201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2</w:t>
            </w:r>
            <w:r w:rsidRPr="0045298F">
              <w:rPr>
                <w:rFonts w:ascii="宋体" w:hAnsi="宋体" w:cs="宋体" w:hint="eastAsia"/>
              </w:rPr>
              <w:t>）报刊费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7.32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7.32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30202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</w:t>
            </w:r>
            <w:r w:rsidRPr="0045298F">
              <w:rPr>
                <w:rFonts w:ascii="宋体" w:hAnsi="宋体" w:cs="宋体" w:hint="eastAsia"/>
              </w:rPr>
              <w:t>、一般印刷费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10.00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10.00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30203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</w:t>
            </w:r>
            <w:r w:rsidRPr="0045298F">
              <w:rPr>
                <w:rFonts w:ascii="宋体" w:hAnsi="宋体" w:cs="宋体" w:hint="eastAsia"/>
              </w:rPr>
              <w:t>、咨询费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30204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4</w:t>
            </w:r>
            <w:r w:rsidRPr="0045298F">
              <w:rPr>
                <w:rFonts w:ascii="宋体" w:hAnsi="宋体" w:cs="宋体" w:hint="eastAsia"/>
              </w:rPr>
              <w:t>、手续费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</w:t>
            </w:r>
            <w:r w:rsidRPr="0045298F">
              <w:rPr>
                <w:rFonts w:ascii="宋体" w:hAnsi="宋体" w:cs="宋体" w:hint="eastAsia"/>
              </w:rPr>
              <w:t>、水费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281.00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281.00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30206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6</w:t>
            </w:r>
            <w:r w:rsidRPr="0045298F">
              <w:rPr>
                <w:rFonts w:ascii="宋体" w:hAnsi="宋体" w:cs="宋体" w:hint="eastAsia"/>
              </w:rPr>
              <w:t>、电费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410.00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410.00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7</w:t>
            </w:r>
            <w:r w:rsidRPr="0045298F">
              <w:rPr>
                <w:rFonts w:ascii="宋体" w:hAnsi="宋体" w:cs="宋体" w:hint="eastAsia"/>
              </w:rPr>
              <w:t>、邮电费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30207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1</w:t>
            </w:r>
            <w:r w:rsidRPr="0045298F">
              <w:rPr>
                <w:rFonts w:ascii="宋体" w:hAnsi="宋体" w:cs="宋体" w:hint="eastAsia"/>
              </w:rPr>
              <w:t>）公用固定电话费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30207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2</w:t>
            </w:r>
            <w:r w:rsidRPr="0045298F">
              <w:rPr>
                <w:rFonts w:ascii="宋体" w:hAnsi="宋体" w:cs="宋体" w:hint="eastAsia"/>
              </w:rPr>
              <w:t>）网络通讯费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30207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8</w:t>
            </w:r>
            <w:r w:rsidRPr="0045298F">
              <w:rPr>
                <w:rFonts w:ascii="宋体" w:hAnsi="宋体" w:cs="宋体" w:hint="eastAsia"/>
              </w:rPr>
              <w:t>、移动通讯费用补贴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9</w:t>
            </w:r>
            <w:r w:rsidRPr="0045298F">
              <w:rPr>
                <w:rFonts w:ascii="宋体" w:hAnsi="宋体" w:cs="宋体" w:hint="eastAsia"/>
              </w:rPr>
              <w:t>、办公取暖费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1162.00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1162.00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30208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1</w:t>
            </w:r>
            <w:r w:rsidRPr="0045298F">
              <w:rPr>
                <w:rFonts w:ascii="宋体" w:hAnsi="宋体" w:cs="宋体" w:hint="eastAsia"/>
              </w:rPr>
              <w:t>）集中供暖取暖费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30208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2</w:t>
            </w:r>
            <w:r w:rsidRPr="0045298F">
              <w:rPr>
                <w:rFonts w:ascii="宋体" w:hAnsi="宋体" w:cs="宋体" w:hint="eastAsia"/>
              </w:rPr>
              <w:t>）非集中供暖取暖费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1162.00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1162.00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30209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10</w:t>
            </w:r>
            <w:r w:rsidRPr="0045298F">
              <w:rPr>
                <w:rFonts w:ascii="宋体" w:hAnsi="宋体" w:cs="宋体" w:hint="eastAsia"/>
              </w:rPr>
              <w:t>、物业管理费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134.00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134.00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30211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11</w:t>
            </w:r>
            <w:r w:rsidRPr="0045298F">
              <w:rPr>
                <w:rFonts w:ascii="宋体" w:hAnsi="宋体" w:cs="宋体" w:hint="eastAsia"/>
              </w:rPr>
              <w:t>、差旅费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30.00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30.00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30213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12</w:t>
            </w:r>
            <w:r w:rsidRPr="0045298F">
              <w:rPr>
                <w:rFonts w:ascii="宋体" w:hAnsi="宋体" w:cs="宋体" w:hint="eastAsia"/>
              </w:rPr>
              <w:t>、维修（护）费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450.00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450.00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30214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13</w:t>
            </w:r>
            <w:r w:rsidRPr="0045298F">
              <w:rPr>
                <w:rFonts w:ascii="宋体" w:hAnsi="宋体" w:cs="宋体" w:hint="eastAsia"/>
              </w:rPr>
              <w:t>、租赁费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30215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14</w:t>
            </w:r>
            <w:r w:rsidRPr="0045298F">
              <w:rPr>
                <w:rFonts w:ascii="宋体" w:hAnsi="宋体" w:cs="宋体" w:hint="eastAsia"/>
              </w:rPr>
              <w:t>、一般会议费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1.48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1.48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30218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15</w:t>
            </w:r>
            <w:r w:rsidRPr="0045298F">
              <w:rPr>
                <w:rFonts w:ascii="宋体" w:hAnsi="宋体" w:cs="宋体" w:hint="eastAsia"/>
              </w:rPr>
              <w:t>、专用材料费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30224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16</w:t>
            </w:r>
            <w:r w:rsidRPr="0045298F">
              <w:rPr>
                <w:rFonts w:ascii="宋体" w:hAnsi="宋体" w:cs="宋体" w:hint="eastAsia"/>
              </w:rPr>
              <w:t>、被装购置费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30225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17</w:t>
            </w:r>
            <w:r w:rsidRPr="0045298F">
              <w:rPr>
                <w:rFonts w:ascii="宋体" w:hAnsi="宋体" w:cs="宋体" w:hint="eastAsia"/>
              </w:rPr>
              <w:t>、专用燃料费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30226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18</w:t>
            </w:r>
            <w:r w:rsidRPr="0045298F">
              <w:rPr>
                <w:rFonts w:ascii="宋体" w:hAnsi="宋体" w:cs="宋体" w:hint="eastAsia"/>
              </w:rPr>
              <w:t>、劳务费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30227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19</w:t>
            </w:r>
            <w:r w:rsidRPr="0045298F">
              <w:rPr>
                <w:rFonts w:ascii="宋体" w:hAnsi="宋体" w:cs="宋体" w:hint="eastAsia"/>
              </w:rPr>
              <w:t>、委托业务费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30239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</w:t>
            </w:r>
            <w:r w:rsidRPr="0045298F">
              <w:rPr>
                <w:rFonts w:ascii="宋体" w:hAnsi="宋体" w:cs="宋体" w:hint="eastAsia"/>
              </w:rPr>
              <w:t>、公务交通补贴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30299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21</w:t>
            </w:r>
            <w:r w:rsidRPr="0045298F">
              <w:rPr>
                <w:rFonts w:ascii="宋体" w:hAnsi="宋体" w:cs="宋体" w:hint="eastAsia"/>
              </w:rPr>
              <w:t>、党组织活动经费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22</w:t>
            </w:r>
            <w:r w:rsidRPr="0045298F">
              <w:rPr>
                <w:rFonts w:ascii="宋体" w:hAnsi="宋体" w:cs="宋体" w:hint="eastAsia"/>
              </w:rPr>
              <w:t>、离退休干部经费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0.72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0.72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30299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1</w:t>
            </w:r>
            <w:r w:rsidRPr="0045298F">
              <w:rPr>
                <w:rFonts w:ascii="宋体" w:hAnsi="宋体" w:cs="宋体" w:hint="eastAsia"/>
              </w:rPr>
              <w:t>）离休干部公用经费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30299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2</w:t>
            </w:r>
            <w:r w:rsidRPr="0045298F">
              <w:rPr>
                <w:rFonts w:ascii="宋体" w:hAnsi="宋体" w:cs="宋体" w:hint="eastAsia"/>
              </w:rPr>
              <w:t>）退休干部公用经费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0.72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0.72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30299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23</w:t>
            </w:r>
            <w:r w:rsidRPr="0045298F">
              <w:rPr>
                <w:rFonts w:ascii="宋体" w:hAnsi="宋体" w:cs="宋体" w:hint="eastAsia"/>
              </w:rPr>
              <w:t>、村级办公经费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30299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24</w:t>
            </w:r>
            <w:r w:rsidRPr="0045298F">
              <w:rPr>
                <w:rFonts w:ascii="宋体" w:hAnsi="宋体" w:cs="宋体" w:hint="eastAsia"/>
              </w:rPr>
              <w:t>、其他日常运转经费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二、按规定比例计提经费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80.29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80.29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30216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</w:t>
            </w:r>
            <w:r w:rsidRPr="0045298F">
              <w:rPr>
                <w:rFonts w:ascii="宋体" w:hAnsi="宋体" w:cs="宋体" w:hint="eastAsia"/>
              </w:rPr>
              <w:t>、一般培训费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10.40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10.40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</w:t>
            </w:r>
            <w:r w:rsidRPr="0045298F">
              <w:rPr>
                <w:rFonts w:ascii="宋体" w:hAnsi="宋体" w:cs="宋体" w:hint="eastAsia"/>
              </w:rPr>
              <w:t>、工会经费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46.97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46.97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30228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1</w:t>
            </w:r>
            <w:r w:rsidRPr="0045298F">
              <w:rPr>
                <w:rFonts w:ascii="宋体" w:hAnsi="宋体" w:cs="宋体" w:hint="eastAsia"/>
              </w:rPr>
              <w:t>）工会经费①（单位部分）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28.18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28.18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30228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2</w:t>
            </w:r>
            <w:r w:rsidRPr="0045298F">
              <w:rPr>
                <w:rFonts w:ascii="宋体" w:hAnsi="宋体" w:cs="宋体" w:hint="eastAsia"/>
              </w:rPr>
              <w:t>）工会经费①（工会部分）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18.79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18.79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30228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3</w:t>
            </w:r>
            <w:r w:rsidRPr="0045298F">
              <w:rPr>
                <w:rFonts w:ascii="宋体" w:hAnsi="宋体" w:cs="宋体" w:hint="eastAsia"/>
              </w:rPr>
              <w:t>）工会经费②（单位部分）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30228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4</w:t>
            </w:r>
            <w:r w:rsidRPr="0045298F">
              <w:rPr>
                <w:rFonts w:ascii="宋体" w:hAnsi="宋体" w:cs="宋体" w:hint="eastAsia"/>
              </w:rPr>
              <w:t>）工会经费②（工会部分）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30229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</w:t>
            </w:r>
            <w:r w:rsidRPr="0045298F">
              <w:rPr>
                <w:rFonts w:ascii="宋体" w:hAnsi="宋体" w:cs="宋体" w:hint="eastAsia"/>
              </w:rPr>
              <w:t>、福利费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22.92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22.92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三、</w:t>
            </w:r>
            <w:r w:rsidRPr="0045298F">
              <w:rPr>
                <w:rFonts w:ascii="????_GBK" w:hAnsi="????_GBK" w:cs="????_GBK"/>
              </w:rPr>
              <w:t>“</w:t>
            </w:r>
            <w:r w:rsidRPr="0045298F">
              <w:rPr>
                <w:rFonts w:ascii="宋体" w:hAnsi="宋体" w:cs="宋体" w:hint="eastAsia"/>
              </w:rPr>
              <w:t>三公</w:t>
            </w:r>
            <w:r w:rsidRPr="0045298F">
              <w:rPr>
                <w:rFonts w:ascii="????_GBK" w:hAnsi="????_GBK" w:cs="????_GBK"/>
              </w:rPr>
              <w:t>”</w:t>
            </w:r>
            <w:r w:rsidRPr="0045298F">
              <w:rPr>
                <w:rFonts w:ascii="宋体" w:hAnsi="宋体" w:cs="宋体" w:hint="eastAsia"/>
              </w:rPr>
              <w:t>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12.80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12.80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30212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</w:t>
            </w:r>
            <w:r w:rsidRPr="0045298F">
              <w:rPr>
                <w:rFonts w:ascii="宋体" w:hAnsi="宋体" w:cs="宋体" w:hint="eastAsia"/>
              </w:rPr>
              <w:t>、因公出国境、费用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</w:t>
            </w:r>
            <w:r w:rsidRPr="0045298F">
              <w:rPr>
                <w:rFonts w:ascii="宋体" w:hAnsi="宋体" w:cs="宋体" w:hint="eastAsia"/>
              </w:rPr>
              <w:t>、公务用车购置及运行维护费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3.80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3.80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31013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50601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1</w:t>
            </w:r>
            <w:r w:rsidRPr="0045298F">
              <w:rPr>
                <w:rFonts w:ascii="宋体" w:hAnsi="宋体" w:cs="宋体" w:hint="eastAsia"/>
              </w:rPr>
              <w:t>）公务用车购置费</w:t>
            </w:r>
          </w:p>
        </w:tc>
        <w:tc>
          <w:tcPr>
            <w:tcW w:w="2370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34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2</w:t>
            </w:r>
            <w:r w:rsidRPr="0045298F">
              <w:rPr>
                <w:rFonts w:ascii="宋体" w:hAnsi="宋体" w:cs="宋体" w:hint="eastAsia"/>
              </w:rPr>
              <w:t>）公务用车运行维护费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3.80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3.80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30231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①一般公务用车运行维护费（基础定额）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3.80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3.80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30231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②执法执勤用车运行维护费（基础定额）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30231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③特种专业技术用车运行维护费（基础定额）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30231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</w:t>
            </w:r>
            <w:r w:rsidRPr="0045298F">
              <w:rPr>
                <w:rFonts w:ascii="宋体" w:hAnsi="宋体" w:cs="宋体" w:hint="eastAsia"/>
              </w:rPr>
              <w:t>④其他公务用车运行维护费（特殊因素）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</w:t>
            </w:r>
            <w:r w:rsidRPr="0045298F">
              <w:rPr>
                <w:rFonts w:ascii="宋体" w:hAnsi="宋体" w:cs="宋体" w:hint="eastAsia"/>
              </w:rPr>
              <w:t>、公务接待费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9.00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9.00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30217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1</w:t>
            </w:r>
            <w:r w:rsidRPr="0045298F">
              <w:rPr>
                <w:rFonts w:ascii="宋体" w:hAnsi="宋体" w:cs="宋体" w:hint="eastAsia"/>
              </w:rPr>
              <w:t>）一般接待费（基础定额）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9.00</w:t>
            </w: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9.00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227"/>
          <w:jc w:val="center"/>
        </w:trPr>
        <w:tc>
          <w:tcPr>
            <w:tcW w:w="1982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30217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50502</w:t>
            </w:r>
          </w:p>
        </w:tc>
        <w:tc>
          <w:tcPr>
            <w:tcW w:w="28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（</w:t>
            </w:r>
            <w:r w:rsidRPr="0045298F">
              <w:rPr>
                <w:rFonts w:ascii="????_GBK" w:hAnsi="????_GBK" w:cs="????_GBK"/>
              </w:rPr>
              <w:t>2</w:t>
            </w:r>
            <w:r w:rsidRPr="0045298F">
              <w:rPr>
                <w:rFonts w:ascii="宋体" w:hAnsi="宋体" w:cs="宋体" w:hint="eastAsia"/>
              </w:rPr>
              <w:t>）其他接待费（特殊因素）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26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158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</w:tbl>
    <w:p w:rsidR="00B0252F" w:rsidRDefault="00B0252F" w:rsidP="00C538CC">
      <w:pPr>
        <w:spacing w:line="300" w:lineRule="exact"/>
        <w:jc w:val="left"/>
        <w:outlineLvl w:val="1"/>
        <w:rPr>
          <w:rFonts w:ascii="?????_GBK" w:hAnsi="?????_GBK" w:cs="?????_GBK"/>
          <w:sz w:val="32"/>
        </w:rPr>
        <w:sectPr w:rsidR="00B0252F" w:rsidSect="00D42FB0">
          <w:pgSz w:w="16840" w:h="11907" w:orient="landscape" w:code="9"/>
          <w:pgMar w:top="1361" w:right="1021" w:bottom="1361" w:left="1021" w:header="851" w:footer="992" w:gutter="0"/>
          <w:cols w:space="720"/>
          <w:docGrid w:type="lines" w:linePitch="312"/>
        </w:sectPr>
      </w:pPr>
    </w:p>
    <w:p w:rsidR="00B0252F" w:rsidRDefault="00B0252F" w:rsidP="00C538CC">
      <w:pPr>
        <w:jc w:val="center"/>
        <w:outlineLvl w:val="1"/>
        <w:rPr>
          <w:rFonts w:ascii="Times New Roman" w:hAnsi="宋体" w:cs="宋体"/>
          <w:sz w:val="32"/>
        </w:rPr>
      </w:pPr>
      <w:r>
        <w:rPr>
          <w:rFonts w:ascii="宋体" w:hAnsi="宋体" w:cs="宋体" w:hint="eastAsia"/>
          <w:sz w:val="32"/>
        </w:rPr>
        <w:t>项目支出预算</w:t>
      </w:r>
    </w:p>
    <w:tbl>
      <w:tblPr>
        <w:tblW w:w="13622" w:type="dxa"/>
        <w:jc w:val="center"/>
        <w:tblInd w:w="-13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3732"/>
        <w:gridCol w:w="1260"/>
        <w:gridCol w:w="1250"/>
        <w:gridCol w:w="1080"/>
        <w:gridCol w:w="900"/>
        <w:gridCol w:w="1080"/>
        <w:gridCol w:w="900"/>
        <w:gridCol w:w="1440"/>
        <w:gridCol w:w="900"/>
        <w:gridCol w:w="1080"/>
      </w:tblGrid>
      <w:tr w:rsidR="00B0252F" w:rsidTr="00D42FB0">
        <w:trPr>
          <w:cantSplit/>
          <w:tblHeader/>
          <w:jc w:val="center"/>
        </w:trPr>
        <w:tc>
          <w:tcPr>
            <w:tcW w:w="7322" w:type="dxa"/>
            <w:gridSpan w:val="4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?_GBK" w:hAnsi="?????_GBK" w:cs="?????_GBK"/>
                <w:sz w:val="24"/>
              </w:rPr>
            </w:pPr>
            <w:r w:rsidRPr="0045298F">
              <w:rPr>
                <w:rFonts w:ascii="?????_GBK" w:hAnsi="?????_GBK" w:cs="?????_GBK"/>
                <w:sz w:val="24"/>
              </w:rPr>
              <w:t>360097</w:t>
            </w:r>
            <w:r w:rsidRPr="0045298F">
              <w:rPr>
                <w:rFonts w:ascii="宋体" w:hAnsi="宋体" w:cs="宋体" w:hint="eastAsia"/>
                <w:sz w:val="24"/>
              </w:rPr>
              <w:t>廊坊燕京职业技术学院</w:t>
            </w:r>
          </w:p>
        </w:tc>
        <w:tc>
          <w:tcPr>
            <w:tcW w:w="6300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sz w:val="24"/>
              </w:rPr>
            </w:pPr>
            <w:r w:rsidRPr="0045298F">
              <w:rPr>
                <w:rFonts w:ascii="宋体" w:hAnsi="宋体" w:cs="宋体" w:hint="eastAsia"/>
                <w:sz w:val="24"/>
              </w:rPr>
              <w:t>单位：万元</w:t>
            </w:r>
          </w:p>
        </w:tc>
      </w:tr>
      <w:tr w:rsidR="00B0252F" w:rsidTr="00D42FB0">
        <w:trPr>
          <w:cantSplit/>
          <w:tblHeader/>
          <w:jc w:val="center"/>
        </w:trPr>
        <w:tc>
          <w:tcPr>
            <w:tcW w:w="3732" w:type="dxa"/>
            <w:vMerge w:val="restart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项目名称</w:t>
            </w:r>
          </w:p>
        </w:tc>
        <w:tc>
          <w:tcPr>
            <w:tcW w:w="1260" w:type="dxa"/>
            <w:vMerge w:val="restart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功能分类科目编码</w:t>
            </w:r>
          </w:p>
        </w:tc>
        <w:tc>
          <w:tcPr>
            <w:tcW w:w="2330" w:type="dxa"/>
            <w:gridSpan w:val="2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项目类型</w:t>
            </w:r>
          </w:p>
        </w:tc>
        <w:tc>
          <w:tcPr>
            <w:tcW w:w="6300" w:type="dxa"/>
            <w:gridSpan w:val="6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资</w:t>
            </w:r>
            <w:r w:rsidRPr="0045298F">
              <w:rPr>
                <w:rFonts w:ascii="????_GBK" w:hAnsi="????_GBK" w:cs="????_GBK"/>
                <w:b/>
              </w:rPr>
              <w:t xml:space="preserve"> </w:t>
            </w:r>
            <w:r w:rsidRPr="0045298F">
              <w:rPr>
                <w:rFonts w:ascii="宋体" w:hAnsi="宋体" w:cs="宋体" w:hint="eastAsia"/>
                <w:b/>
              </w:rPr>
              <w:t>金</w:t>
            </w:r>
            <w:r w:rsidRPr="0045298F">
              <w:rPr>
                <w:rFonts w:ascii="????_GBK" w:hAnsi="????_GBK" w:cs="????_GBK"/>
                <w:b/>
              </w:rPr>
              <w:t xml:space="preserve"> </w:t>
            </w:r>
            <w:r w:rsidRPr="0045298F">
              <w:rPr>
                <w:rFonts w:ascii="宋体" w:hAnsi="宋体" w:cs="宋体" w:hint="eastAsia"/>
                <w:b/>
              </w:rPr>
              <w:t>来</w:t>
            </w:r>
            <w:r w:rsidRPr="0045298F">
              <w:rPr>
                <w:rFonts w:ascii="????_GBK" w:hAnsi="????_GBK" w:cs="????_GBK"/>
                <w:b/>
              </w:rPr>
              <w:t xml:space="preserve"> </w:t>
            </w:r>
            <w:r w:rsidRPr="0045298F">
              <w:rPr>
                <w:rFonts w:ascii="宋体" w:hAnsi="宋体" w:cs="宋体" w:hint="eastAsia"/>
                <w:b/>
              </w:rPr>
              <w:t>源</w:t>
            </w:r>
          </w:p>
        </w:tc>
      </w:tr>
      <w:tr w:rsidR="00B0252F" w:rsidTr="00D42FB0">
        <w:trPr>
          <w:cantSplit/>
          <w:tblHeader/>
          <w:jc w:val="center"/>
        </w:trPr>
        <w:tc>
          <w:tcPr>
            <w:tcW w:w="3732" w:type="dxa"/>
            <w:vMerge/>
          </w:tcPr>
          <w:p w:rsidR="00B0252F" w:rsidRPr="0045298F" w:rsidRDefault="00B0252F" w:rsidP="00C538CC">
            <w:pPr>
              <w:spacing w:line="300" w:lineRule="exact"/>
              <w:jc w:val="left"/>
              <w:outlineLvl w:val="1"/>
              <w:rPr>
                <w:rFonts w:ascii="?????_GBK" w:hAnsi="?????_GBK" w:cs="?????_GBK"/>
                <w:sz w:val="32"/>
              </w:rPr>
            </w:pPr>
          </w:p>
        </w:tc>
        <w:tc>
          <w:tcPr>
            <w:tcW w:w="1260" w:type="dxa"/>
            <w:vMerge/>
          </w:tcPr>
          <w:p w:rsidR="00B0252F" w:rsidRPr="0045298F" w:rsidRDefault="00B0252F" w:rsidP="00C538CC">
            <w:pPr>
              <w:spacing w:line="300" w:lineRule="exact"/>
              <w:jc w:val="left"/>
              <w:outlineLvl w:val="1"/>
              <w:rPr>
                <w:rFonts w:ascii="?????_GBK" w:hAnsi="?????_GBK" w:cs="?????_GBK"/>
                <w:sz w:val="32"/>
              </w:rPr>
            </w:pP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大类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小类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合</w:t>
            </w:r>
            <w:r w:rsidRPr="0045298F">
              <w:rPr>
                <w:rFonts w:ascii="????_GBK" w:hAnsi="????_GBK" w:cs="????_GBK"/>
                <w:b/>
              </w:rPr>
              <w:t xml:space="preserve"> </w:t>
            </w:r>
            <w:r w:rsidRPr="0045298F">
              <w:rPr>
                <w:rFonts w:ascii="宋体" w:hAnsi="宋体" w:cs="宋体" w:hint="eastAsia"/>
                <w:b/>
              </w:rPr>
              <w:t>计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一般公共</w:t>
            </w:r>
            <w:r w:rsidRPr="0045298F">
              <w:rPr>
                <w:rFonts w:ascii="????_GBK" w:hAnsi="????_GBK" w:cs="????_GBK"/>
                <w:b/>
              </w:rPr>
              <w:t xml:space="preserve">  </w:t>
            </w:r>
            <w:r w:rsidRPr="0045298F">
              <w:rPr>
                <w:rFonts w:ascii="宋体" w:hAnsi="宋体" w:cs="宋体" w:hint="eastAsia"/>
                <w:b/>
              </w:rPr>
              <w:t>预算拨款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基金预算拨款</w:t>
            </w: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国有资本经营预算拨款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财政专户核拨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其他来源收入</w:t>
            </w: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合计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  <w:r w:rsidRPr="0045298F">
              <w:rPr>
                <w:rFonts w:ascii="????_GBK" w:hAnsi="????_GBK" w:cs="????_GBK"/>
                <w:b/>
              </w:rPr>
              <w:t>1643.81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  <w:r w:rsidRPr="0045298F">
              <w:rPr>
                <w:rFonts w:ascii="????_GBK" w:hAnsi="????_GBK" w:cs="????_GBK"/>
                <w:b/>
              </w:rPr>
              <w:t>1643.81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高清监控系统工程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专项购置项目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专用设备购置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13.69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13.69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供水工程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专项购置项目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专用设备购置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25.00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25.00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学生公寓火灾报警系统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专项购置项目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专用设备购置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11.82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11.82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图书购置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专项购置项目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其他购置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12.24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12.24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2020</w:t>
            </w:r>
            <w:r w:rsidRPr="0045298F">
              <w:rPr>
                <w:rFonts w:ascii="宋体" w:hAnsi="宋体" w:cs="宋体" w:hint="eastAsia"/>
              </w:rPr>
              <w:t>年学生资助中央补助经费预算</w:t>
            </w:r>
            <w:r w:rsidRPr="0045298F">
              <w:rPr>
                <w:rFonts w:ascii="????_GBK" w:hAnsi="????_GBK" w:cs="????_GBK"/>
              </w:rPr>
              <w:t>(</w:t>
            </w:r>
            <w:r w:rsidRPr="0045298F">
              <w:rPr>
                <w:rFonts w:ascii="宋体" w:hAnsi="宋体" w:cs="宋体" w:hint="eastAsia"/>
              </w:rPr>
              <w:t>冀财教【</w:t>
            </w:r>
            <w:r w:rsidRPr="0045298F">
              <w:rPr>
                <w:rFonts w:ascii="????_GBK" w:hAnsi="????_GBK" w:cs="????_GBK"/>
              </w:rPr>
              <w:t>2019</w:t>
            </w:r>
            <w:r w:rsidRPr="0045298F">
              <w:rPr>
                <w:rFonts w:ascii="宋体" w:hAnsi="宋体" w:cs="宋体" w:hint="eastAsia"/>
              </w:rPr>
              <w:t>】</w:t>
            </w:r>
            <w:r w:rsidRPr="0045298F">
              <w:rPr>
                <w:rFonts w:ascii="????_GBK" w:hAnsi="????_GBK" w:cs="????_GBK"/>
              </w:rPr>
              <w:t>137</w:t>
            </w:r>
            <w:r w:rsidRPr="0045298F">
              <w:rPr>
                <w:rFonts w:ascii="宋体" w:hAnsi="宋体" w:cs="宋体" w:hint="eastAsia"/>
              </w:rPr>
              <w:t>号</w:t>
            </w:r>
            <w:r w:rsidRPr="0045298F">
              <w:rPr>
                <w:rFonts w:ascii="????_GBK" w:hAnsi="????_GBK" w:cs="????_GBK"/>
              </w:rPr>
              <w:t>)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个人家庭补助项目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个人家庭补助项目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189.83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189.83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国家奖助学金经费本级配套资金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个人家庭补助项目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个人家庭补助项目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132.47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132.47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建档立卡学生资助经费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个人家庭补助项目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个人家庭补助项目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38.50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38.50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校内奖勤助补经费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个人家庭补助项目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个人家庭补助项目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129.95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129.95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关于提前下达</w:t>
            </w:r>
            <w:r w:rsidRPr="0045298F">
              <w:rPr>
                <w:rFonts w:ascii="????_GBK" w:hAnsi="????_GBK" w:cs="????_GBK"/>
              </w:rPr>
              <w:t>2020</w:t>
            </w:r>
            <w:r w:rsidRPr="0045298F">
              <w:rPr>
                <w:rFonts w:ascii="宋体" w:hAnsi="宋体" w:cs="宋体" w:hint="eastAsia"/>
              </w:rPr>
              <w:t>年现代职业教育质量提升计划中央补助资金预算</w:t>
            </w:r>
            <w:r w:rsidRPr="0045298F">
              <w:rPr>
                <w:rFonts w:ascii="????_GBK" w:hAnsi="????_GBK" w:cs="????_GBK"/>
              </w:rPr>
              <w:t>(</w:t>
            </w:r>
            <w:r w:rsidRPr="0045298F">
              <w:rPr>
                <w:rFonts w:ascii="宋体" w:hAnsi="宋体" w:cs="宋体" w:hint="eastAsia"/>
              </w:rPr>
              <w:t>冀财教【</w:t>
            </w:r>
            <w:r w:rsidRPr="0045298F">
              <w:rPr>
                <w:rFonts w:ascii="????_GBK" w:hAnsi="????_GBK" w:cs="????_GBK"/>
              </w:rPr>
              <w:t>2019</w:t>
            </w:r>
            <w:r w:rsidRPr="0045298F">
              <w:rPr>
                <w:rFonts w:ascii="宋体" w:hAnsi="宋体" w:cs="宋体" w:hint="eastAsia"/>
              </w:rPr>
              <w:t>】</w:t>
            </w:r>
            <w:r w:rsidRPr="0045298F">
              <w:rPr>
                <w:rFonts w:ascii="????_GBK" w:hAnsi="????_GBK" w:cs="????_GBK"/>
              </w:rPr>
              <w:t>135</w:t>
            </w:r>
            <w:r w:rsidRPr="0045298F">
              <w:rPr>
                <w:rFonts w:ascii="宋体" w:hAnsi="宋体" w:cs="宋体" w:hint="eastAsia"/>
              </w:rPr>
              <w:t>号</w:t>
            </w:r>
            <w:r w:rsidRPr="0045298F">
              <w:rPr>
                <w:rFonts w:ascii="????_GBK" w:hAnsi="????_GBK" w:cs="????_GBK"/>
              </w:rPr>
              <w:t>)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专项业务项目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专项事务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261.00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261.00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河北省高技能人才培训基地专项项目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专项业务项目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专项事务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90.00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90.00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教科研及科技成果奖励专项工作经费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专项业务项目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专项事务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10.00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10.00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廊坊燕京职业技术学院维修资金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专项业务项目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专项事务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25.37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25.37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劳务经费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专项业务项目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专项事务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158.06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158.06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楼顶防水工程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专项业务项目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专项事务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17.95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17.95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数据库及软件维护经费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专项业务项目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专项事务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57.55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57.55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体育馆工程前期费用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专项业务项目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专项事务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34.48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34.48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委托业务经费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专项业务项目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专项事务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36.80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36.80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物业管理经费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专项业务项目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专项事务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129.10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129.10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学生教育管理经费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专项业务项目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专项事务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50.00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50.00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招生及就业工作专项经费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专项业务项目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专项事务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119.00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119.00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jc w:val="center"/>
        </w:trPr>
        <w:tc>
          <w:tcPr>
            <w:tcW w:w="3732" w:type="dxa"/>
            <w:vAlign w:val="center"/>
          </w:tcPr>
          <w:p w:rsidR="00B0252F" w:rsidRPr="0045298F" w:rsidRDefault="00B0252F" w:rsidP="00C538CC">
            <w:pPr>
              <w:wordWrap w:val="0"/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专业业务经费</w:t>
            </w:r>
          </w:p>
        </w:tc>
        <w:tc>
          <w:tcPr>
            <w:tcW w:w="126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2050305</w:t>
            </w:r>
          </w:p>
        </w:tc>
        <w:tc>
          <w:tcPr>
            <w:tcW w:w="125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专项业务项目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专项事务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101.00</w:t>
            </w: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101.00</w:t>
            </w: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44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9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0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</w:tbl>
    <w:p w:rsidR="00B0252F" w:rsidRDefault="00B0252F" w:rsidP="00C538CC">
      <w:pPr>
        <w:spacing w:line="300" w:lineRule="exact"/>
        <w:jc w:val="left"/>
        <w:outlineLvl w:val="1"/>
        <w:rPr>
          <w:rFonts w:ascii="?????_GBK" w:hAnsi="?????_GBK" w:cs="?????_GBK"/>
          <w:sz w:val="32"/>
        </w:rPr>
        <w:sectPr w:rsidR="00B0252F" w:rsidSect="00D42FB0">
          <w:pgSz w:w="16840" w:h="11907" w:orient="landscape" w:code="9"/>
          <w:pgMar w:top="1361" w:right="1021" w:bottom="1361" w:left="1021" w:header="851" w:footer="992" w:gutter="0"/>
          <w:cols w:space="720"/>
          <w:docGrid w:type="lines" w:linePitch="312"/>
        </w:sectPr>
      </w:pPr>
    </w:p>
    <w:p w:rsidR="00B0252F" w:rsidRDefault="00B0252F" w:rsidP="00C538CC">
      <w:pPr>
        <w:jc w:val="center"/>
        <w:outlineLvl w:val="1"/>
        <w:rPr>
          <w:rFonts w:ascii="Times New Roman" w:hAnsi="宋体" w:cs="宋体"/>
          <w:sz w:val="32"/>
        </w:rPr>
      </w:pPr>
      <w:r>
        <w:rPr>
          <w:rFonts w:ascii="宋体" w:hAnsi="宋体" w:cs="宋体" w:hint="eastAsia"/>
          <w:sz w:val="32"/>
        </w:rPr>
        <w:t>单位预算政府经济分类表</w:t>
      </w:r>
    </w:p>
    <w:tbl>
      <w:tblPr>
        <w:tblW w:w="13577" w:type="dxa"/>
        <w:jc w:val="center"/>
        <w:tblInd w:w="-18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2990"/>
        <w:gridCol w:w="2700"/>
        <w:gridCol w:w="2307"/>
        <w:gridCol w:w="1980"/>
        <w:gridCol w:w="1800"/>
        <w:gridCol w:w="1800"/>
      </w:tblGrid>
      <w:tr w:rsidR="00B0252F" w:rsidTr="00D42FB0">
        <w:trPr>
          <w:cantSplit/>
          <w:trHeight w:val="425"/>
          <w:tblHeader/>
          <w:jc w:val="center"/>
        </w:trPr>
        <w:tc>
          <w:tcPr>
            <w:tcW w:w="7997" w:type="dxa"/>
            <w:gridSpan w:val="3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?_GBK" w:hAnsi="?????_GBK" w:cs="?????_GBK"/>
                <w:sz w:val="24"/>
              </w:rPr>
            </w:pPr>
            <w:r w:rsidRPr="0045298F">
              <w:rPr>
                <w:rFonts w:ascii="?????_GBK" w:hAnsi="?????_GBK" w:cs="?????_GBK"/>
                <w:sz w:val="24"/>
              </w:rPr>
              <w:t>360097</w:t>
            </w:r>
            <w:r w:rsidRPr="0045298F">
              <w:rPr>
                <w:rFonts w:ascii="宋体" w:hAnsi="宋体" w:cs="宋体" w:hint="eastAsia"/>
                <w:sz w:val="24"/>
              </w:rPr>
              <w:t>廊坊燕京职业技术学院</w:t>
            </w:r>
          </w:p>
        </w:tc>
        <w:tc>
          <w:tcPr>
            <w:tcW w:w="5580" w:type="dxa"/>
            <w:gridSpan w:val="3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sz w:val="24"/>
              </w:rPr>
            </w:pPr>
            <w:r w:rsidRPr="0045298F">
              <w:rPr>
                <w:rFonts w:ascii="宋体" w:hAnsi="宋体" w:cs="宋体" w:hint="eastAsia"/>
                <w:sz w:val="24"/>
              </w:rPr>
              <w:t>单位：万元</w:t>
            </w:r>
          </w:p>
        </w:tc>
      </w:tr>
      <w:tr w:rsidR="00B0252F" w:rsidTr="00D42FB0">
        <w:trPr>
          <w:cantSplit/>
          <w:trHeight w:val="425"/>
          <w:tblHeader/>
          <w:jc w:val="center"/>
        </w:trPr>
        <w:tc>
          <w:tcPr>
            <w:tcW w:w="2990" w:type="dxa"/>
            <w:vMerge w:val="restart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政府经济分类</w:t>
            </w:r>
          </w:p>
        </w:tc>
        <w:tc>
          <w:tcPr>
            <w:tcW w:w="10587" w:type="dxa"/>
            <w:gridSpan w:val="5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资</w:t>
            </w:r>
            <w:r w:rsidRPr="0045298F">
              <w:rPr>
                <w:rFonts w:ascii="????_GBK" w:hAnsi="????_GBK" w:cs="????_GBK"/>
                <w:b/>
              </w:rPr>
              <w:t xml:space="preserve"> </w:t>
            </w:r>
            <w:r w:rsidRPr="0045298F">
              <w:rPr>
                <w:rFonts w:ascii="宋体" w:hAnsi="宋体" w:cs="宋体" w:hint="eastAsia"/>
                <w:b/>
              </w:rPr>
              <w:t>金</w:t>
            </w:r>
            <w:r w:rsidRPr="0045298F">
              <w:rPr>
                <w:rFonts w:ascii="????_GBK" w:hAnsi="????_GBK" w:cs="????_GBK"/>
                <w:b/>
              </w:rPr>
              <w:t xml:space="preserve"> </w:t>
            </w:r>
            <w:r w:rsidRPr="0045298F">
              <w:rPr>
                <w:rFonts w:ascii="宋体" w:hAnsi="宋体" w:cs="宋体" w:hint="eastAsia"/>
                <w:b/>
              </w:rPr>
              <w:t>来</w:t>
            </w:r>
            <w:r w:rsidRPr="0045298F">
              <w:rPr>
                <w:rFonts w:ascii="????_GBK" w:hAnsi="????_GBK" w:cs="????_GBK"/>
                <w:b/>
              </w:rPr>
              <w:t xml:space="preserve"> </w:t>
            </w:r>
            <w:r w:rsidRPr="0045298F">
              <w:rPr>
                <w:rFonts w:ascii="宋体" w:hAnsi="宋体" w:cs="宋体" w:hint="eastAsia"/>
                <w:b/>
              </w:rPr>
              <w:t>源</w:t>
            </w:r>
          </w:p>
        </w:tc>
      </w:tr>
      <w:tr w:rsidR="00B0252F" w:rsidTr="00D42FB0">
        <w:trPr>
          <w:cantSplit/>
          <w:trHeight w:val="425"/>
          <w:tblHeader/>
          <w:jc w:val="center"/>
        </w:trPr>
        <w:tc>
          <w:tcPr>
            <w:tcW w:w="2990" w:type="dxa"/>
            <w:vMerge/>
          </w:tcPr>
          <w:p w:rsidR="00B0252F" w:rsidRPr="0045298F" w:rsidRDefault="00B0252F" w:rsidP="00C538CC">
            <w:pPr>
              <w:spacing w:line="300" w:lineRule="exact"/>
              <w:jc w:val="left"/>
              <w:outlineLvl w:val="1"/>
              <w:rPr>
                <w:rFonts w:ascii="?????_GBK" w:hAnsi="?????_GBK" w:cs="?????_GBK"/>
                <w:sz w:val="32"/>
              </w:rPr>
            </w:pPr>
          </w:p>
        </w:tc>
        <w:tc>
          <w:tcPr>
            <w:tcW w:w="27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合计</w:t>
            </w:r>
          </w:p>
        </w:tc>
        <w:tc>
          <w:tcPr>
            <w:tcW w:w="2307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一般公共预算拨款</w:t>
            </w: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基金预算拨款</w:t>
            </w: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财政专户核拨</w:t>
            </w: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其他来源收入</w:t>
            </w:r>
          </w:p>
        </w:tc>
      </w:tr>
      <w:tr w:rsidR="00B0252F" w:rsidTr="00D42FB0">
        <w:trPr>
          <w:cantSplit/>
          <w:trHeight w:val="425"/>
          <w:jc w:val="center"/>
        </w:trPr>
        <w:tc>
          <w:tcPr>
            <w:tcW w:w="299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合</w:t>
            </w:r>
            <w:r w:rsidRPr="0045298F">
              <w:rPr>
                <w:rFonts w:ascii="????_GBK" w:hAnsi="????_GBK" w:cs="????_GBK"/>
                <w:b/>
              </w:rPr>
              <w:t xml:space="preserve">  </w:t>
            </w:r>
            <w:r w:rsidRPr="0045298F">
              <w:rPr>
                <w:rFonts w:ascii="宋体" w:hAnsi="宋体" w:cs="宋体" w:hint="eastAsia"/>
                <w:b/>
              </w:rPr>
              <w:t>计</w:t>
            </w:r>
          </w:p>
        </w:tc>
        <w:tc>
          <w:tcPr>
            <w:tcW w:w="27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  <w:r w:rsidRPr="0045298F">
              <w:rPr>
                <w:rFonts w:ascii="????_GBK" w:hAnsi="????_GBK" w:cs="????_GBK"/>
                <w:b/>
              </w:rPr>
              <w:t>8302.00</w:t>
            </w:r>
          </w:p>
        </w:tc>
        <w:tc>
          <w:tcPr>
            <w:tcW w:w="2307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  <w:r w:rsidRPr="0045298F">
              <w:rPr>
                <w:rFonts w:ascii="????_GBK" w:hAnsi="????_GBK" w:cs="????_GBK"/>
                <w:b/>
              </w:rPr>
              <w:t>8302.00</w:t>
            </w: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</w:tr>
      <w:tr w:rsidR="00B0252F" w:rsidTr="00D42FB0">
        <w:trPr>
          <w:cantSplit/>
          <w:trHeight w:val="425"/>
          <w:jc w:val="center"/>
        </w:trPr>
        <w:tc>
          <w:tcPr>
            <w:tcW w:w="299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501</w:t>
            </w:r>
            <w:r w:rsidRPr="0045298F">
              <w:rPr>
                <w:rFonts w:ascii="宋体" w:hAnsi="宋体" w:cs="宋体" w:hint="eastAsia"/>
              </w:rPr>
              <w:t>机关工资福利支出</w:t>
            </w:r>
          </w:p>
        </w:tc>
        <w:tc>
          <w:tcPr>
            <w:tcW w:w="27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2307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425"/>
          <w:jc w:val="center"/>
        </w:trPr>
        <w:tc>
          <w:tcPr>
            <w:tcW w:w="299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502</w:t>
            </w:r>
            <w:r w:rsidRPr="0045298F">
              <w:rPr>
                <w:rFonts w:ascii="宋体" w:hAnsi="宋体" w:cs="宋体" w:hint="eastAsia"/>
              </w:rPr>
              <w:t>机关商品和服务支出</w:t>
            </w:r>
          </w:p>
        </w:tc>
        <w:tc>
          <w:tcPr>
            <w:tcW w:w="27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2307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425"/>
          <w:jc w:val="center"/>
        </w:trPr>
        <w:tc>
          <w:tcPr>
            <w:tcW w:w="299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503</w:t>
            </w:r>
            <w:r w:rsidRPr="0045298F">
              <w:rPr>
                <w:rFonts w:ascii="宋体" w:hAnsi="宋体" w:cs="宋体" w:hint="eastAsia"/>
              </w:rPr>
              <w:t>机关资本性支出（一）</w:t>
            </w:r>
          </w:p>
        </w:tc>
        <w:tc>
          <w:tcPr>
            <w:tcW w:w="27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2307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425"/>
          <w:jc w:val="center"/>
        </w:trPr>
        <w:tc>
          <w:tcPr>
            <w:tcW w:w="299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504</w:t>
            </w:r>
            <w:r w:rsidRPr="0045298F">
              <w:rPr>
                <w:rFonts w:ascii="宋体" w:hAnsi="宋体" w:cs="宋体" w:hint="eastAsia"/>
              </w:rPr>
              <w:t>机关资本性支出（二）</w:t>
            </w:r>
          </w:p>
        </w:tc>
        <w:tc>
          <w:tcPr>
            <w:tcW w:w="27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2307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425"/>
          <w:jc w:val="center"/>
        </w:trPr>
        <w:tc>
          <w:tcPr>
            <w:tcW w:w="299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505</w:t>
            </w:r>
            <w:r w:rsidRPr="0045298F">
              <w:rPr>
                <w:rFonts w:ascii="宋体" w:hAnsi="宋体" w:cs="宋体" w:hint="eastAsia"/>
              </w:rPr>
              <w:t>对事业单位经常性补助</w:t>
            </w:r>
          </w:p>
        </w:tc>
        <w:tc>
          <w:tcPr>
            <w:tcW w:w="27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7075.35</w:t>
            </w:r>
          </w:p>
        </w:tc>
        <w:tc>
          <w:tcPr>
            <w:tcW w:w="2307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7075.35</w:t>
            </w: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425"/>
          <w:jc w:val="center"/>
        </w:trPr>
        <w:tc>
          <w:tcPr>
            <w:tcW w:w="299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506</w:t>
            </w:r>
            <w:r w:rsidRPr="0045298F">
              <w:rPr>
                <w:rFonts w:ascii="宋体" w:hAnsi="宋体" w:cs="宋体" w:hint="eastAsia"/>
              </w:rPr>
              <w:t>对事业单位资本性补助</w:t>
            </w:r>
          </w:p>
        </w:tc>
        <w:tc>
          <w:tcPr>
            <w:tcW w:w="27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137.23</w:t>
            </w:r>
          </w:p>
        </w:tc>
        <w:tc>
          <w:tcPr>
            <w:tcW w:w="2307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137.23</w:t>
            </w: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425"/>
          <w:jc w:val="center"/>
        </w:trPr>
        <w:tc>
          <w:tcPr>
            <w:tcW w:w="299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507</w:t>
            </w:r>
            <w:r w:rsidRPr="0045298F">
              <w:rPr>
                <w:rFonts w:ascii="宋体" w:hAnsi="宋体" w:cs="宋体" w:hint="eastAsia"/>
              </w:rPr>
              <w:t>对企业补助</w:t>
            </w:r>
          </w:p>
        </w:tc>
        <w:tc>
          <w:tcPr>
            <w:tcW w:w="27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2307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425"/>
          <w:jc w:val="center"/>
        </w:trPr>
        <w:tc>
          <w:tcPr>
            <w:tcW w:w="299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508</w:t>
            </w:r>
            <w:r w:rsidRPr="0045298F">
              <w:rPr>
                <w:rFonts w:ascii="宋体" w:hAnsi="宋体" w:cs="宋体" w:hint="eastAsia"/>
              </w:rPr>
              <w:t>对企业资本性支出</w:t>
            </w:r>
          </w:p>
        </w:tc>
        <w:tc>
          <w:tcPr>
            <w:tcW w:w="27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2307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425"/>
          <w:jc w:val="center"/>
        </w:trPr>
        <w:tc>
          <w:tcPr>
            <w:tcW w:w="299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509</w:t>
            </w:r>
            <w:r w:rsidRPr="0045298F">
              <w:rPr>
                <w:rFonts w:ascii="宋体" w:hAnsi="宋体" w:cs="宋体" w:hint="eastAsia"/>
              </w:rPr>
              <w:t>对个人和家庭的补助</w:t>
            </w:r>
          </w:p>
        </w:tc>
        <w:tc>
          <w:tcPr>
            <w:tcW w:w="27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1089.42</w:t>
            </w:r>
          </w:p>
        </w:tc>
        <w:tc>
          <w:tcPr>
            <w:tcW w:w="2307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1089.42</w:t>
            </w: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425"/>
          <w:jc w:val="center"/>
        </w:trPr>
        <w:tc>
          <w:tcPr>
            <w:tcW w:w="299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511</w:t>
            </w:r>
            <w:r w:rsidRPr="0045298F">
              <w:rPr>
                <w:rFonts w:ascii="宋体" w:hAnsi="宋体" w:cs="宋体" w:hint="eastAsia"/>
              </w:rPr>
              <w:t>债务利息及费用支出</w:t>
            </w:r>
          </w:p>
        </w:tc>
        <w:tc>
          <w:tcPr>
            <w:tcW w:w="27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2307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425"/>
          <w:jc w:val="center"/>
        </w:trPr>
        <w:tc>
          <w:tcPr>
            <w:tcW w:w="299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513</w:t>
            </w:r>
            <w:r w:rsidRPr="0045298F">
              <w:rPr>
                <w:rFonts w:ascii="宋体" w:hAnsi="宋体" w:cs="宋体" w:hint="eastAsia"/>
              </w:rPr>
              <w:t>转移性支出</w:t>
            </w:r>
          </w:p>
        </w:tc>
        <w:tc>
          <w:tcPr>
            <w:tcW w:w="27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2307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425"/>
          <w:jc w:val="center"/>
        </w:trPr>
        <w:tc>
          <w:tcPr>
            <w:tcW w:w="299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599</w:t>
            </w:r>
            <w:r w:rsidRPr="0045298F">
              <w:rPr>
                <w:rFonts w:ascii="宋体" w:hAnsi="宋体" w:cs="宋体" w:hint="eastAsia"/>
              </w:rPr>
              <w:t>其他支出</w:t>
            </w:r>
          </w:p>
        </w:tc>
        <w:tc>
          <w:tcPr>
            <w:tcW w:w="27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2307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</w:tbl>
    <w:p w:rsidR="00B0252F" w:rsidRDefault="00B0252F" w:rsidP="00C538CC">
      <w:pPr>
        <w:spacing w:line="300" w:lineRule="exact"/>
        <w:jc w:val="left"/>
        <w:outlineLvl w:val="1"/>
        <w:rPr>
          <w:rFonts w:ascii="?????_GBK" w:hAnsi="?????_GBK" w:cs="?????_GBK"/>
          <w:sz w:val="32"/>
        </w:rPr>
        <w:sectPr w:rsidR="00B0252F" w:rsidSect="00D42FB0">
          <w:pgSz w:w="16840" w:h="11907" w:orient="landscape" w:code="9"/>
          <w:pgMar w:top="1361" w:right="1021" w:bottom="1361" w:left="1021" w:header="851" w:footer="992" w:gutter="0"/>
          <w:cols w:space="720"/>
          <w:docGrid w:type="lines" w:linePitch="312"/>
        </w:sectPr>
      </w:pPr>
    </w:p>
    <w:p w:rsidR="00B0252F" w:rsidRDefault="00B0252F" w:rsidP="00C538CC">
      <w:pPr>
        <w:jc w:val="center"/>
        <w:outlineLvl w:val="1"/>
        <w:rPr>
          <w:rFonts w:ascii="Times New Roman" w:hAnsi="宋体" w:cs="宋体"/>
          <w:sz w:val="32"/>
        </w:rPr>
      </w:pPr>
      <w:r>
        <w:rPr>
          <w:rFonts w:ascii="?????_GBK" w:hAnsi="?????_GBK" w:cs="?????_GBK"/>
          <w:sz w:val="32"/>
        </w:rPr>
        <w:t>“</w:t>
      </w:r>
      <w:r>
        <w:rPr>
          <w:rFonts w:ascii="宋体" w:hAnsi="宋体" w:cs="宋体" w:hint="eastAsia"/>
          <w:sz w:val="32"/>
        </w:rPr>
        <w:t>三公</w:t>
      </w:r>
      <w:r>
        <w:rPr>
          <w:rFonts w:ascii="?????_GBK" w:hAnsi="?????_GBK" w:cs="?????_GBK"/>
          <w:sz w:val="32"/>
        </w:rPr>
        <w:t>”</w:t>
      </w:r>
      <w:r>
        <w:rPr>
          <w:rFonts w:ascii="宋体" w:hAnsi="宋体" w:cs="宋体" w:hint="eastAsia"/>
          <w:sz w:val="32"/>
        </w:rPr>
        <w:t>及会议培训经费预算</w:t>
      </w:r>
    </w:p>
    <w:tbl>
      <w:tblPr>
        <w:tblW w:w="12914" w:type="dxa"/>
        <w:jc w:val="center"/>
        <w:tblInd w:w="-6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3780"/>
        <w:gridCol w:w="1669"/>
        <w:gridCol w:w="1980"/>
        <w:gridCol w:w="1800"/>
        <w:gridCol w:w="1885"/>
        <w:gridCol w:w="1800"/>
      </w:tblGrid>
      <w:tr w:rsidR="00B0252F" w:rsidTr="00D42FB0">
        <w:trPr>
          <w:cantSplit/>
          <w:trHeight w:val="567"/>
          <w:tblHeader/>
          <w:jc w:val="center"/>
        </w:trPr>
        <w:tc>
          <w:tcPr>
            <w:tcW w:w="7429" w:type="dxa"/>
            <w:gridSpan w:val="3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?_GBK" w:hAnsi="?????_GBK" w:cs="?????_GBK"/>
                <w:sz w:val="24"/>
              </w:rPr>
            </w:pPr>
            <w:r w:rsidRPr="0045298F">
              <w:rPr>
                <w:rFonts w:ascii="?????_GBK" w:hAnsi="?????_GBK" w:cs="?????_GBK"/>
                <w:sz w:val="24"/>
              </w:rPr>
              <w:t>360097</w:t>
            </w:r>
            <w:r w:rsidRPr="0045298F">
              <w:rPr>
                <w:rFonts w:ascii="宋体" w:hAnsi="宋体" w:cs="宋体" w:hint="eastAsia"/>
                <w:sz w:val="24"/>
              </w:rPr>
              <w:t>廊坊燕京职业技术学院</w:t>
            </w:r>
          </w:p>
        </w:tc>
        <w:tc>
          <w:tcPr>
            <w:tcW w:w="5485" w:type="dxa"/>
            <w:gridSpan w:val="3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sz w:val="24"/>
              </w:rPr>
            </w:pPr>
            <w:r w:rsidRPr="0045298F">
              <w:rPr>
                <w:rFonts w:ascii="宋体" w:hAnsi="宋体" w:cs="宋体" w:hint="eastAsia"/>
                <w:sz w:val="24"/>
              </w:rPr>
              <w:t>单位：万元</w:t>
            </w:r>
          </w:p>
        </w:tc>
      </w:tr>
      <w:tr w:rsidR="00B0252F" w:rsidTr="00D42FB0">
        <w:trPr>
          <w:cantSplit/>
          <w:trHeight w:val="567"/>
          <w:tblHeader/>
          <w:jc w:val="center"/>
        </w:trPr>
        <w:tc>
          <w:tcPr>
            <w:tcW w:w="3780" w:type="dxa"/>
            <w:vMerge w:val="restart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支出内容</w:t>
            </w:r>
          </w:p>
        </w:tc>
        <w:tc>
          <w:tcPr>
            <w:tcW w:w="9134" w:type="dxa"/>
            <w:gridSpan w:val="5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资</w:t>
            </w:r>
            <w:r w:rsidRPr="0045298F">
              <w:rPr>
                <w:rFonts w:ascii="????_GBK" w:hAnsi="????_GBK" w:cs="????_GBK"/>
                <w:b/>
              </w:rPr>
              <w:t xml:space="preserve"> </w:t>
            </w:r>
            <w:r w:rsidRPr="0045298F">
              <w:rPr>
                <w:rFonts w:ascii="宋体" w:hAnsi="宋体" w:cs="宋体" w:hint="eastAsia"/>
                <w:b/>
              </w:rPr>
              <w:t>金</w:t>
            </w:r>
            <w:r w:rsidRPr="0045298F">
              <w:rPr>
                <w:rFonts w:ascii="????_GBK" w:hAnsi="????_GBK" w:cs="????_GBK"/>
                <w:b/>
              </w:rPr>
              <w:t xml:space="preserve"> </w:t>
            </w:r>
            <w:r w:rsidRPr="0045298F">
              <w:rPr>
                <w:rFonts w:ascii="宋体" w:hAnsi="宋体" w:cs="宋体" w:hint="eastAsia"/>
                <w:b/>
              </w:rPr>
              <w:t>来</w:t>
            </w:r>
            <w:r w:rsidRPr="0045298F">
              <w:rPr>
                <w:rFonts w:ascii="????_GBK" w:hAnsi="????_GBK" w:cs="????_GBK"/>
                <w:b/>
              </w:rPr>
              <w:t xml:space="preserve"> </w:t>
            </w:r>
            <w:r w:rsidRPr="0045298F">
              <w:rPr>
                <w:rFonts w:ascii="宋体" w:hAnsi="宋体" w:cs="宋体" w:hint="eastAsia"/>
                <w:b/>
              </w:rPr>
              <w:t>源</w:t>
            </w:r>
          </w:p>
        </w:tc>
      </w:tr>
      <w:tr w:rsidR="00B0252F" w:rsidTr="00D42FB0">
        <w:trPr>
          <w:cantSplit/>
          <w:trHeight w:val="567"/>
          <w:tblHeader/>
          <w:jc w:val="center"/>
        </w:trPr>
        <w:tc>
          <w:tcPr>
            <w:tcW w:w="3780" w:type="dxa"/>
            <w:vMerge/>
          </w:tcPr>
          <w:p w:rsidR="00B0252F" w:rsidRPr="0045298F" w:rsidRDefault="00B0252F" w:rsidP="00C538CC">
            <w:pPr>
              <w:spacing w:line="300" w:lineRule="exact"/>
              <w:jc w:val="left"/>
              <w:outlineLvl w:val="1"/>
              <w:rPr>
                <w:rFonts w:ascii="?????_GBK" w:hAnsi="?????_GBK" w:cs="?????_GBK"/>
                <w:sz w:val="32"/>
              </w:rPr>
            </w:pPr>
          </w:p>
        </w:tc>
        <w:tc>
          <w:tcPr>
            <w:tcW w:w="1669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合计</w:t>
            </w: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一般公共预算拨款</w:t>
            </w: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基金预算拨款</w:t>
            </w:r>
          </w:p>
        </w:tc>
        <w:tc>
          <w:tcPr>
            <w:tcW w:w="1885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财政专户核拨</w:t>
            </w: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宋体" w:hAnsi="宋体" w:cs="宋体" w:hint="eastAsia"/>
                <w:b/>
              </w:rPr>
              <w:t>其他来源收入</w:t>
            </w:r>
          </w:p>
        </w:tc>
      </w:tr>
      <w:tr w:rsidR="00B0252F" w:rsidTr="00D42FB0">
        <w:trPr>
          <w:cantSplit/>
          <w:trHeight w:val="418"/>
          <w:jc w:val="center"/>
        </w:trPr>
        <w:tc>
          <w:tcPr>
            <w:tcW w:w="37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????_GBK" w:hAnsi="????_GBK" w:cs="????_GBK"/>
                <w:b/>
              </w:rPr>
              <w:t>“</w:t>
            </w:r>
            <w:r w:rsidRPr="0045298F">
              <w:rPr>
                <w:rFonts w:ascii="宋体" w:hAnsi="宋体" w:cs="宋体" w:hint="eastAsia"/>
                <w:b/>
              </w:rPr>
              <w:t>三公</w:t>
            </w:r>
            <w:r w:rsidRPr="0045298F">
              <w:rPr>
                <w:rFonts w:ascii="????_GBK" w:hAnsi="????_GBK" w:cs="????_GBK"/>
                <w:b/>
              </w:rPr>
              <w:t>”</w:t>
            </w:r>
            <w:r w:rsidRPr="0045298F">
              <w:rPr>
                <w:rFonts w:ascii="宋体" w:hAnsi="宋体" w:cs="宋体" w:hint="eastAsia"/>
                <w:b/>
              </w:rPr>
              <w:t>经费及会议、培训费合计</w:t>
            </w:r>
          </w:p>
        </w:tc>
        <w:tc>
          <w:tcPr>
            <w:tcW w:w="1669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  <w:r w:rsidRPr="0045298F">
              <w:rPr>
                <w:rFonts w:ascii="????_GBK" w:hAnsi="????_GBK" w:cs="????_GBK"/>
                <w:b/>
              </w:rPr>
              <w:t>79.68</w:t>
            </w: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  <w:r w:rsidRPr="0045298F">
              <w:rPr>
                <w:rFonts w:ascii="????_GBK" w:hAnsi="????_GBK" w:cs="????_GBK"/>
                <w:b/>
              </w:rPr>
              <w:t>79.68</w:t>
            </w: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  <w:tc>
          <w:tcPr>
            <w:tcW w:w="1885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</w:tr>
      <w:tr w:rsidR="00B0252F" w:rsidTr="00D42FB0">
        <w:trPr>
          <w:cantSplit/>
          <w:trHeight w:val="452"/>
          <w:jc w:val="center"/>
        </w:trPr>
        <w:tc>
          <w:tcPr>
            <w:tcW w:w="37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center"/>
              <w:rPr>
                <w:rFonts w:ascii="????_GBK" w:hAnsi="????_GBK" w:cs="????_GBK"/>
                <w:b/>
              </w:rPr>
            </w:pPr>
            <w:r w:rsidRPr="0045298F">
              <w:rPr>
                <w:rFonts w:ascii="????_GBK" w:hAnsi="????_GBK" w:cs="????_GBK"/>
                <w:b/>
              </w:rPr>
              <w:t>“</w:t>
            </w:r>
            <w:r w:rsidRPr="0045298F">
              <w:rPr>
                <w:rFonts w:ascii="宋体" w:hAnsi="宋体" w:cs="宋体" w:hint="eastAsia"/>
                <w:b/>
              </w:rPr>
              <w:t>三公</w:t>
            </w:r>
            <w:r w:rsidRPr="0045298F">
              <w:rPr>
                <w:rFonts w:ascii="????_GBK" w:hAnsi="????_GBK" w:cs="????_GBK"/>
                <w:b/>
              </w:rPr>
              <w:t>”</w:t>
            </w:r>
            <w:r w:rsidRPr="0045298F">
              <w:rPr>
                <w:rFonts w:ascii="宋体" w:hAnsi="宋体" w:cs="宋体" w:hint="eastAsia"/>
                <w:b/>
              </w:rPr>
              <w:t>经费小计</w:t>
            </w:r>
          </w:p>
        </w:tc>
        <w:tc>
          <w:tcPr>
            <w:tcW w:w="1669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  <w:r w:rsidRPr="0045298F">
              <w:rPr>
                <w:rFonts w:ascii="????_GBK" w:hAnsi="????_GBK" w:cs="????_GBK"/>
                <w:b/>
              </w:rPr>
              <w:t>12.80</w:t>
            </w: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  <w:r w:rsidRPr="0045298F">
              <w:rPr>
                <w:rFonts w:ascii="????_GBK" w:hAnsi="????_GBK" w:cs="????_GBK"/>
                <w:b/>
              </w:rPr>
              <w:t>12.80</w:t>
            </w: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  <w:tc>
          <w:tcPr>
            <w:tcW w:w="1885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  <w:b/>
              </w:rPr>
            </w:pPr>
          </w:p>
        </w:tc>
      </w:tr>
      <w:tr w:rsidR="00B0252F" w:rsidTr="00D42FB0">
        <w:trPr>
          <w:cantSplit/>
          <w:trHeight w:val="444"/>
          <w:jc w:val="center"/>
        </w:trPr>
        <w:tc>
          <w:tcPr>
            <w:tcW w:w="37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一、因公出国（境）费</w:t>
            </w:r>
          </w:p>
        </w:tc>
        <w:tc>
          <w:tcPr>
            <w:tcW w:w="1669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85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464"/>
          <w:jc w:val="center"/>
        </w:trPr>
        <w:tc>
          <w:tcPr>
            <w:tcW w:w="37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二、公务用车购置及运维费</w:t>
            </w:r>
          </w:p>
        </w:tc>
        <w:tc>
          <w:tcPr>
            <w:tcW w:w="1669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3.80</w:t>
            </w: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3.80</w:t>
            </w: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85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456"/>
          <w:jc w:val="center"/>
        </w:trPr>
        <w:tc>
          <w:tcPr>
            <w:tcW w:w="37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 </w:t>
            </w:r>
            <w:r w:rsidRPr="0045298F">
              <w:rPr>
                <w:rFonts w:ascii="宋体" w:hAnsi="宋体" w:cs="宋体" w:hint="eastAsia"/>
              </w:rPr>
              <w:t>其中：公务用车购置费</w:t>
            </w:r>
          </w:p>
        </w:tc>
        <w:tc>
          <w:tcPr>
            <w:tcW w:w="1669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85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434"/>
          <w:jc w:val="center"/>
        </w:trPr>
        <w:tc>
          <w:tcPr>
            <w:tcW w:w="37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 xml:space="preserve">          </w:t>
            </w:r>
            <w:r w:rsidRPr="0045298F">
              <w:rPr>
                <w:rFonts w:ascii="宋体" w:hAnsi="宋体" w:cs="宋体" w:hint="eastAsia"/>
              </w:rPr>
              <w:t>公务用车运行维护费</w:t>
            </w:r>
          </w:p>
        </w:tc>
        <w:tc>
          <w:tcPr>
            <w:tcW w:w="1669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3.80</w:t>
            </w: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3.80</w:t>
            </w: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85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454"/>
          <w:jc w:val="center"/>
        </w:trPr>
        <w:tc>
          <w:tcPr>
            <w:tcW w:w="37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三、公务接待费</w:t>
            </w:r>
          </w:p>
        </w:tc>
        <w:tc>
          <w:tcPr>
            <w:tcW w:w="1669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9.00</w:t>
            </w: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9.00</w:t>
            </w: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85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460"/>
          <w:jc w:val="center"/>
        </w:trPr>
        <w:tc>
          <w:tcPr>
            <w:tcW w:w="37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四、会议费</w:t>
            </w:r>
          </w:p>
        </w:tc>
        <w:tc>
          <w:tcPr>
            <w:tcW w:w="1669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1.48</w:t>
            </w: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1.48</w:t>
            </w: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85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  <w:tr w:rsidR="00B0252F" w:rsidTr="00D42FB0">
        <w:trPr>
          <w:cantSplit/>
          <w:trHeight w:val="452"/>
          <w:jc w:val="center"/>
        </w:trPr>
        <w:tc>
          <w:tcPr>
            <w:tcW w:w="37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left"/>
              <w:rPr>
                <w:rFonts w:ascii="????_GBK" w:hAnsi="????_GBK" w:cs="????_GBK"/>
              </w:rPr>
            </w:pPr>
            <w:r w:rsidRPr="0045298F">
              <w:rPr>
                <w:rFonts w:ascii="宋体" w:hAnsi="宋体" w:cs="宋体" w:hint="eastAsia"/>
              </w:rPr>
              <w:t>五、培训费</w:t>
            </w:r>
          </w:p>
        </w:tc>
        <w:tc>
          <w:tcPr>
            <w:tcW w:w="1669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65.40</w:t>
            </w:r>
          </w:p>
        </w:tc>
        <w:tc>
          <w:tcPr>
            <w:tcW w:w="198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  <w:r w:rsidRPr="0045298F">
              <w:rPr>
                <w:rFonts w:ascii="????_GBK" w:hAnsi="????_GBK" w:cs="????_GBK"/>
              </w:rPr>
              <w:t>65.40</w:t>
            </w: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85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  <w:tc>
          <w:tcPr>
            <w:tcW w:w="1800" w:type="dxa"/>
            <w:vAlign w:val="center"/>
          </w:tcPr>
          <w:p w:rsidR="00B0252F" w:rsidRPr="0045298F" w:rsidRDefault="00B0252F" w:rsidP="00C538CC">
            <w:pPr>
              <w:spacing w:line="300" w:lineRule="exact"/>
              <w:jc w:val="right"/>
              <w:rPr>
                <w:rFonts w:ascii="????_GBK" w:hAnsi="????_GBK" w:cs="????_GBK"/>
              </w:rPr>
            </w:pPr>
          </w:p>
        </w:tc>
      </w:tr>
    </w:tbl>
    <w:p w:rsidR="00B0252F" w:rsidRDefault="00B0252F"/>
    <w:sectPr w:rsidR="00B0252F" w:rsidSect="00D42FB0">
      <w:pgSz w:w="16840" w:h="11907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???_GB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????_GB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4AF76C3"/>
    <w:rsid w:val="001C45BE"/>
    <w:rsid w:val="0029123E"/>
    <w:rsid w:val="002E339E"/>
    <w:rsid w:val="003D7EA9"/>
    <w:rsid w:val="0045298F"/>
    <w:rsid w:val="00B0252F"/>
    <w:rsid w:val="00C538CC"/>
    <w:rsid w:val="00D42FB0"/>
    <w:rsid w:val="00DE2B62"/>
    <w:rsid w:val="00E866BC"/>
    <w:rsid w:val="00ED6F7B"/>
    <w:rsid w:val="04AF76C3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B62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E2B6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19</TotalTime>
  <Pages>11</Pages>
  <Words>1110</Words>
  <Characters>6331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</dc:creator>
  <cp:keywords/>
  <dc:description/>
  <cp:lastModifiedBy>Chinese User</cp:lastModifiedBy>
  <cp:revision>4</cp:revision>
  <cp:lastPrinted>2020-06-19T07:30:00Z</cp:lastPrinted>
  <dcterms:created xsi:type="dcterms:W3CDTF">2020-06-19T01:49:00Z</dcterms:created>
  <dcterms:modified xsi:type="dcterms:W3CDTF">2020-06-19T07:30:00Z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